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87683" w14:textId="77777777" w:rsidR="003F1152" w:rsidRPr="0091069E" w:rsidRDefault="003F1152" w:rsidP="007F3562">
      <w:pPr>
        <w:jc w:val="both"/>
        <w:rPr>
          <w:b/>
          <w:bCs/>
        </w:rPr>
      </w:pPr>
    </w:p>
    <w:p w14:paraId="3AE75EF9" w14:textId="79D5A79E"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  <w:r w:rsidR="00136C33">
        <w:rPr>
          <w:b/>
          <w:bCs/>
        </w:rPr>
        <w:t xml:space="preserve"> 1-18/2024/</w:t>
      </w:r>
      <w:r w:rsidR="007B2B57">
        <w:rPr>
          <w:b/>
          <w:bCs/>
        </w:rPr>
        <w:t>73</w:t>
      </w:r>
    </w:p>
    <w:p w14:paraId="59335910" w14:textId="77777777" w:rsidR="0091069E" w:rsidRDefault="0091069E" w:rsidP="0091069E">
      <w:pPr>
        <w:jc w:val="both"/>
        <w:rPr>
          <w:b/>
          <w:bCs/>
        </w:rPr>
      </w:pPr>
    </w:p>
    <w:p w14:paraId="21EC9627" w14:textId="77777777"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>/viimase digiallkirja kuupäev/</w:t>
      </w:r>
    </w:p>
    <w:p w14:paraId="0C4919C2" w14:textId="77777777" w:rsidR="0091069E" w:rsidRDefault="0091069E" w:rsidP="007F3562">
      <w:pPr>
        <w:jc w:val="both"/>
        <w:rPr>
          <w:b/>
          <w:bCs/>
        </w:rPr>
      </w:pPr>
    </w:p>
    <w:p w14:paraId="6B6DD4CE" w14:textId="77777777" w:rsidR="003F1152" w:rsidRPr="0091069E" w:rsidRDefault="003F1152" w:rsidP="007F3562">
      <w:pPr>
        <w:jc w:val="both"/>
        <w:rPr>
          <w:b/>
          <w:bCs/>
        </w:rPr>
      </w:pPr>
    </w:p>
    <w:p w14:paraId="6F89DEEA" w14:textId="2611BF5D" w:rsidR="007F3562" w:rsidRDefault="00136C33" w:rsidP="00895296">
      <w:pPr>
        <w:spacing w:line="276" w:lineRule="auto"/>
        <w:jc w:val="both"/>
      </w:pPr>
      <w:r w:rsidRPr="00487EC6">
        <w:rPr>
          <w:bCs/>
        </w:rPr>
        <w:t>Riigimetsa Majandamise Keskus</w:t>
      </w:r>
      <w:r w:rsidRPr="00487EC6">
        <w:t xml:space="preserve">, edaspidi </w:t>
      </w:r>
      <w:r w:rsidRPr="00487EC6">
        <w:rPr>
          <w:b/>
          <w:bCs/>
        </w:rPr>
        <w:t>tellija</w:t>
      </w:r>
      <w:r w:rsidRPr="00487EC6">
        <w:t xml:space="preserve">, keda esindab </w:t>
      </w:r>
      <w:sdt>
        <w:sdtPr>
          <w:tag w:val="Riigimetsa Majandamise Keskuse "/>
          <w:id w:val="-1598098674"/>
          <w:placeholder>
            <w:docPart w:val="2D39B94532424308AD4E5B384C897776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Content>
          <w:r>
            <w:t>juhatuse liikme</w:t>
          </w:r>
        </w:sdtContent>
      </w:sdt>
      <w:r w:rsidRPr="00487EC6">
        <w:t xml:space="preserve"> </w:t>
      </w:r>
      <w:sdt>
        <w:sdtPr>
          <w:alias w:val="Vali kuupäev"/>
          <w:tag w:val="Vali kuupäev"/>
          <w:id w:val="-171967024"/>
          <w:placeholder>
            <w:docPart w:val="3827CB89695E4CCFB813F820E6886A43"/>
          </w:placeholder>
          <w:date w:fullDate="2024-01-16T00:00:00Z">
            <w:dateFormat w:val="d.MM.yyyy"/>
            <w:lid w:val="et-EE"/>
            <w:storeMappedDataAs w:val="dateTime"/>
            <w:calendar w:val="gregorian"/>
          </w:date>
        </w:sdtPr>
        <w:sdtContent>
          <w:r>
            <w:t>16.01.2024</w:t>
          </w:r>
        </w:sdtContent>
      </w:sdt>
      <w:r w:rsidRPr="00487EC6">
        <w:t xml:space="preserve"> </w:t>
      </w:r>
      <w:sdt>
        <w:sdtPr>
          <w:id w:val="-775716232"/>
          <w:placeholder>
            <w:docPart w:val="2D39B94532424308AD4E5B384C897776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Content>
          <w:r>
            <w:t>käskkirja</w:t>
          </w:r>
        </w:sdtContent>
      </w:sdt>
      <w:r w:rsidRPr="00487EC6">
        <w:t xml:space="preserve"> nr </w:t>
      </w:r>
      <w:r>
        <w:t xml:space="preserve">1-5/7 </w:t>
      </w:r>
      <w:r w:rsidRPr="00487EC6">
        <w:t xml:space="preserve">alusel </w:t>
      </w:r>
      <w:r>
        <w:rPr>
          <w:bCs/>
        </w:rPr>
        <w:t>külastusala juht</w:t>
      </w:r>
      <w:r w:rsidRPr="00487EC6">
        <w:rPr>
          <w:rFonts w:eastAsia="Calibri"/>
        </w:rPr>
        <w:t xml:space="preserve"> </w:t>
      </w:r>
      <w:r>
        <w:rPr>
          <w:bCs/>
        </w:rPr>
        <w:t>Andri Plato</w:t>
      </w:r>
      <w:r w:rsidRPr="00487EC6">
        <w:t>, ühelt poolt</w:t>
      </w:r>
      <w:r w:rsidR="00102ABF" w:rsidRPr="00487EC6">
        <w:t>,</w:t>
      </w:r>
    </w:p>
    <w:p w14:paraId="20C412C4" w14:textId="77777777" w:rsidR="00136C33" w:rsidRPr="0091069E" w:rsidRDefault="00136C33" w:rsidP="00895296">
      <w:pPr>
        <w:spacing w:line="276" w:lineRule="auto"/>
        <w:jc w:val="both"/>
      </w:pPr>
    </w:p>
    <w:p w14:paraId="1739AF6C" w14:textId="3CD6A2E8" w:rsidR="00895296" w:rsidRPr="00487EC6" w:rsidRDefault="007F3562" w:rsidP="00895296">
      <w:pPr>
        <w:spacing w:line="276" w:lineRule="auto"/>
        <w:jc w:val="both"/>
        <w:rPr>
          <w:rFonts w:eastAsia="Calibri"/>
        </w:rPr>
      </w:pPr>
      <w:r w:rsidRPr="0091069E">
        <w:t xml:space="preserve"> </w:t>
      </w:r>
      <w:r w:rsidR="00895296" w:rsidRPr="00487EC6">
        <w:t xml:space="preserve">ja </w:t>
      </w:r>
      <w:r w:rsidR="00136C33" w:rsidRPr="00136C33">
        <w:t xml:space="preserve">E&amp;A Ehitus ja Kaubandus OÜ </w:t>
      </w:r>
      <w:r w:rsidR="00895296" w:rsidRPr="00487EC6">
        <w:t xml:space="preserve">edaspidi </w:t>
      </w:r>
      <w:r w:rsidR="00895296" w:rsidRPr="00487EC6">
        <w:rPr>
          <w:b/>
        </w:rPr>
        <w:t xml:space="preserve">töövõtja, </w:t>
      </w:r>
      <w:r w:rsidR="00895296" w:rsidRPr="00554433">
        <w:t xml:space="preserve">keda esindab </w:t>
      </w:r>
      <w:sdt>
        <w:sdtPr>
          <w:tag w:val="Riigimetsa Majandamise Keskuse "/>
          <w:id w:val="219788717"/>
          <w:placeholder>
            <w:docPart w:val="9B9E17FA1F0E40BD98925BE104FA73FD"/>
          </w:placeholder>
          <w:comboBox>
            <w:listItem w:displayText="põhikirja" w:value="põhikirja"/>
            <w:listItem w:displayText="volikirja" w:value="volikirja"/>
          </w:comboBox>
        </w:sdtPr>
        <w:sdtContent>
          <w:r w:rsidR="00136C33">
            <w:t>põhikirja</w:t>
          </w:r>
        </w:sdtContent>
      </w:sdt>
      <w:r w:rsidR="00895296" w:rsidRPr="00554433">
        <w:t xml:space="preserve"> alusel </w:t>
      </w:r>
      <w:r w:rsidR="00CE017D">
        <w:t>Eldur Kalmann</w:t>
      </w:r>
      <w:r w:rsidR="00895296" w:rsidRPr="00554433">
        <w:t>, teiselt poolt,</w:t>
      </w:r>
    </w:p>
    <w:p w14:paraId="1B0B71D1" w14:textId="77777777" w:rsidR="00D024DB" w:rsidRPr="0091069E" w:rsidRDefault="00053616" w:rsidP="007F3562">
      <w:pPr>
        <w:jc w:val="both"/>
      </w:pPr>
      <w:r>
        <w:t xml:space="preserve"> </w:t>
      </w:r>
    </w:p>
    <w:p w14:paraId="211A1F84" w14:textId="77777777"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14:paraId="0237D476" w14:textId="77777777" w:rsidR="00A1592F" w:rsidRPr="0091069E" w:rsidRDefault="00A1592F" w:rsidP="00A1592F">
      <w:pPr>
        <w:jc w:val="both"/>
      </w:pPr>
    </w:p>
    <w:p w14:paraId="32DE6D9D" w14:textId="60EAB678" w:rsidR="00D024DB" w:rsidRPr="001734D8" w:rsidRDefault="00D024DB" w:rsidP="0080103D">
      <w:pPr>
        <w:spacing w:after="120"/>
        <w:jc w:val="both"/>
      </w:pPr>
      <w:r w:rsidRPr="00CE7DEC">
        <w:t xml:space="preserve">sõlmisid käesoleva lepingu, edaspidi </w:t>
      </w:r>
      <w:r w:rsidR="00771410" w:rsidRPr="00CE7DEC">
        <w:rPr>
          <w:b/>
        </w:rPr>
        <w:t>l</w:t>
      </w:r>
      <w:r w:rsidRPr="00CE7DEC">
        <w:rPr>
          <w:b/>
        </w:rPr>
        <w:t>eping</w:t>
      </w:r>
      <w:r w:rsidRPr="00CE7DEC">
        <w:t xml:space="preserve">, </w:t>
      </w:r>
      <w:r w:rsidR="00116F1C" w:rsidRPr="00564D80">
        <w:t>väikehanke</w:t>
      </w:r>
      <w:r w:rsidRPr="00564D80">
        <w:t xml:space="preserve"> 1-47/</w:t>
      </w:r>
      <w:r w:rsidR="00E64B48">
        <w:t>3086</w:t>
      </w:r>
      <w:r w:rsidR="001E6CED" w:rsidRPr="006F49E4">
        <w:t xml:space="preserve"> </w:t>
      </w:r>
      <w:r w:rsidR="00895296">
        <w:t>„</w:t>
      </w:r>
      <w:r w:rsidR="00E64B48" w:rsidRPr="00E64B48">
        <w:rPr>
          <w:b/>
        </w:rPr>
        <w:t>Endla metsamaja rekonstrueerimistöödele omanikujärelevalve teenuse tellimine</w:t>
      </w:r>
      <w:r w:rsidR="00895296" w:rsidRPr="00AB20AD">
        <w:t>“</w:t>
      </w:r>
      <w:r w:rsidR="00116F1C" w:rsidRPr="00AB20AD">
        <w:t xml:space="preserve"> </w:t>
      </w:r>
      <w:r w:rsidR="00DF6257" w:rsidRPr="006F49E4">
        <w:t>(</w:t>
      </w:r>
      <w:r w:rsidR="005924F6" w:rsidRPr="006F49E4">
        <w:t>viitenumber</w:t>
      </w:r>
      <w:r w:rsidR="00BC1552">
        <w:t xml:space="preserve"> </w:t>
      </w:r>
      <w:r w:rsidR="00E64B48">
        <w:t>278213</w:t>
      </w:r>
      <w:r w:rsidR="001734D8" w:rsidRPr="006F49E4">
        <w:t xml:space="preserve">) </w:t>
      </w:r>
      <w:r w:rsidR="00DF6257" w:rsidRPr="006F49E4">
        <w:t xml:space="preserve"> </w:t>
      </w:r>
      <w:r w:rsidRPr="006F49E4">
        <w:t>tulemusena alljärgnevas:</w:t>
      </w:r>
      <w:r w:rsidR="00F30619">
        <w:t xml:space="preserve"> </w:t>
      </w:r>
    </w:p>
    <w:p w14:paraId="1A1FE31A" w14:textId="77777777" w:rsidR="00825249" w:rsidRPr="0091069E" w:rsidRDefault="00D024DB" w:rsidP="00482E6B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14:paraId="5458165D" w14:textId="47304878"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0A183C">
        <w:t xml:space="preserve"> </w:t>
      </w:r>
      <w:r w:rsidR="00E64B48">
        <w:rPr>
          <w:b/>
        </w:rPr>
        <w:t>Endla metsamaja</w:t>
      </w:r>
      <w:r w:rsidR="004676FD" w:rsidRPr="00FF03D1">
        <w:rPr>
          <w:b/>
        </w:rPr>
        <w:t xml:space="preserve"> </w:t>
      </w:r>
      <w:r w:rsidR="004676FD" w:rsidRPr="00D35ED2">
        <w:rPr>
          <w:b/>
        </w:rPr>
        <w:t>rekonstrueerimi</w:t>
      </w:r>
      <w:r w:rsidR="004676FD">
        <w:rPr>
          <w:b/>
        </w:rPr>
        <w:t>stöödele</w:t>
      </w:r>
      <w:r w:rsidR="00AB20AD">
        <w:rPr>
          <w:b/>
          <w:bCs/>
        </w:rPr>
        <w:t>.</w:t>
      </w:r>
    </w:p>
    <w:p w14:paraId="525ED749" w14:textId="77777777" w:rsidR="0065237A" w:rsidRPr="0091069E" w:rsidRDefault="0065237A" w:rsidP="0065237A">
      <w:pPr>
        <w:jc w:val="both"/>
        <w:rPr>
          <w:bCs/>
        </w:rPr>
      </w:pPr>
    </w:p>
    <w:p w14:paraId="137CDCA7" w14:textId="115AA043" w:rsidR="0091069E" w:rsidRPr="003A0AC1" w:rsidRDefault="0005270D" w:rsidP="003A0AC1">
      <w:pPr>
        <w:numPr>
          <w:ilvl w:val="0"/>
          <w:numId w:val="9"/>
        </w:numPr>
        <w:spacing w:after="120"/>
        <w:jc w:val="both"/>
        <w:rPr>
          <w:b/>
        </w:rPr>
      </w:pPr>
      <w:r w:rsidRPr="0091069E">
        <w:rPr>
          <w:b/>
        </w:rPr>
        <w:t>Lepingu dokumendid</w:t>
      </w:r>
    </w:p>
    <w:p w14:paraId="38299C1B" w14:textId="77777777" w:rsidR="00233CB1" w:rsidRDefault="00F25F8B" w:rsidP="003A0AC1">
      <w:pPr>
        <w:spacing w:after="120"/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14:paraId="2F567C72" w14:textId="77777777"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14:paraId="7E6C86E0" w14:textId="77777777" w:rsidR="00387ADD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14:paraId="6B576726" w14:textId="4CD84D45" w:rsidR="00D40840" w:rsidRDefault="00387ADD" w:rsidP="00F25F8B">
      <w:pPr>
        <w:jc w:val="both"/>
      </w:pPr>
      <w:r>
        <w:t xml:space="preserve">2.2.2. </w:t>
      </w:r>
      <w:r w:rsidR="00407139" w:rsidRPr="00407139">
        <w:rPr>
          <w:color w:val="000000" w:themeColor="text1"/>
        </w:rPr>
        <w:t>PULEIUM OÜ</w:t>
      </w:r>
      <w:r w:rsidR="0095426F" w:rsidRPr="009F6682">
        <w:rPr>
          <w:color w:val="000000" w:themeColor="text1"/>
        </w:rPr>
        <w:t xml:space="preserve"> poolt koostatud</w:t>
      </w:r>
      <w:r w:rsidR="00BC1552">
        <w:rPr>
          <w:color w:val="000000" w:themeColor="text1"/>
        </w:rPr>
        <w:t xml:space="preserve"> </w:t>
      </w:r>
      <w:r w:rsidR="0095426F">
        <w:rPr>
          <w:color w:val="000000" w:themeColor="text1"/>
        </w:rPr>
        <w:t>„</w:t>
      </w:r>
      <w:r w:rsidR="00950375" w:rsidRPr="00950375">
        <w:rPr>
          <w:color w:val="000000" w:themeColor="text1"/>
        </w:rPr>
        <w:t>RMK ENDLA METSAMAJA PUITKONSTRUKTSIOONIDE EKSPERTIIS</w:t>
      </w:r>
      <w:r w:rsidR="0095426F" w:rsidRPr="009F6682">
        <w:rPr>
          <w:color w:val="000000" w:themeColor="text1"/>
        </w:rPr>
        <w:t xml:space="preserve">“ </w:t>
      </w:r>
      <w:r w:rsidR="00950375" w:rsidRPr="00950375">
        <w:rPr>
          <w:color w:val="000000" w:themeColor="text1"/>
        </w:rPr>
        <w:t xml:space="preserve">ekspertiisist </w:t>
      </w:r>
      <w:r w:rsidR="004676FD" w:rsidRPr="00BC1552">
        <w:t xml:space="preserve">(töö nr </w:t>
      </w:r>
      <w:r w:rsidR="00950375" w:rsidRPr="00950375">
        <w:rPr>
          <w:sz w:val="22"/>
          <w:szCs w:val="22"/>
        </w:rPr>
        <w:t>RTE 263/23</w:t>
      </w:r>
      <w:r w:rsidR="00E54EE4" w:rsidRPr="00BC1552">
        <w:t>);</w:t>
      </w:r>
    </w:p>
    <w:p w14:paraId="5EFBE8D9" w14:textId="29C80416" w:rsidR="00387ADD" w:rsidRPr="00E54EE4" w:rsidRDefault="00387ADD" w:rsidP="00F25F8B">
      <w:pPr>
        <w:jc w:val="both"/>
      </w:pPr>
      <w:r>
        <w:t xml:space="preserve">2.2.3. </w:t>
      </w:r>
      <w:r w:rsidR="00E11DFE">
        <w:t xml:space="preserve">Endla metsamaja </w:t>
      </w:r>
      <w:r w:rsidR="00C06C2F">
        <w:t>t</w:t>
      </w:r>
      <w:r w:rsidR="007E42E6">
        <w:t>eostavate tööde mah</w:t>
      </w:r>
      <w:r w:rsidR="00C06C2F">
        <w:t>ud;</w:t>
      </w:r>
    </w:p>
    <w:p w14:paraId="131D1A76" w14:textId="483FCC4E" w:rsidR="00E762D2" w:rsidRPr="0091069E" w:rsidRDefault="00F25F8B" w:rsidP="00F25F8B">
      <w:pPr>
        <w:jc w:val="both"/>
      </w:pPr>
      <w:r w:rsidRPr="0091069E">
        <w:t>2.2.</w:t>
      </w:r>
      <w:r w:rsidR="00C06C2F">
        <w:t>4</w:t>
      </w:r>
      <w:r w:rsidRPr="0091069E">
        <w:t xml:space="preserve">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14:paraId="5E8CEBDE" w14:textId="1E01EB79" w:rsidR="00D40840" w:rsidRPr="0091069E" w:rsidRDefault="00F25F8B" w:rsidP="00F25F8B">
      <w:pPr>
        <w:jc w:val="both"/>
      </w:pPr>
      <w:r w:rsidRPr="0091069E">
        <w:t>2.2.</w:t>
      </w:r>
      <w:r w:rsidR="00C06C2F">
        <w:t>5</w:t>
      </w:r>
      <w:r w:rsidRPr="0091069E">
        <w:t xml:space="preserve">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14:paraId="5F419D08" w14:textId="77777777"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14:paraId="73321FA2" w14:textId="77777777" w:rsidR="004F7E12" w:rsidRPr="0091069E" w:rsidRDefault="004F7E12" w:rsidP="007613F4">
      <w:pPr>
        <w:jc w:val="both"/>
        <w:rPr>
          <w:b/>
          <w:u w:val="single"/>
        </w:rPr>
      </w:pPr>
    </w:p>
    <w:p w14:paraId="13053C8F" w14:textId="2C1C0DFC" w:rsidR="0091069E" w:rsidRPr="003A0AC1" w:rsidRDefault="00DD6741" w:rsidP="003A0AC1">
      <w:pPr>
        <w:numPr>
          <w:ilvl w:val="0"/>
          <w:numId w:val="9"/>
        </w:numPr>
        <w:spacing w:after="120"/>
        <w:jc w:val="both"/>
        <w:rPr>
          <w:b/>
        </w:rPr>
      </w:pPr>
      <w:r w:rsidRPr="0091069E">
        <w:rPr>
          <w:b/>
        </w:rPr>
        <w:t>Tasu</w:t>
      </w:r>
    </w:p>
    <w:p w14:paraId="4AF0FAD6" w14:textId="77777777" w:rsidR="00B0503F" w:rsidRPr="003F1152" w:rsidRDefault="000D17C9" w:rsidP="003A0AC1">
      <w:pPr>
        <w:pStyle w:val="ListParagraph"/>
        <w:numPr>
          <w:ilvl w:val="1"/>
          <w:numId w:val="9"/>
        </w:numPr>
        <w:spacing w:after="120"/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14:paraId="1EA9313D" w14:textId="28184255" w:rsidR="00482E6B" w:rsidRDefault="00B0503F" w:rsidP="007613F4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A42C94">
        <w:rPr>
          <w:color w:val="000000"/>
        </w:rPr>
        <w:t>490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</w:t>
      </w:r>
      <w:r w:rsidRPr="00B0503F">
        <w:rPr>
          <w:color w:val="000000"/>
        </w:rPr>
        <w:t xml:space="preserve">, ja </w:t>
      </w:r>
    </w:p>
    <w:p w14:paraId="6307EF8C" w14:textId="756F8ED3" w:rsidR="00482E6B" w:rsidRDefault="00DF6257" w:rsidP="007613F4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>
        <w:t xml:space="preserve">ühekordne tasu </w:t>
      </w:r>
      <w:r w:rsidR="002F7E6A">
        <w:t>190</w:t>
      </w:r>
      <w:r>
        <w:t xml:space="preserve"> e</w:t>
      </w:r>
      <w:r w:rsidR="00B0503F">
        <w:t xml:space="preserve">urot ehitustööde (sh </w:t>
      </w:r>
      <w:r w:rsidR="00B0503F" w:rsidRPr="005F698B">
        <w:t>vaegtööde</w:t>
      </w:r>
      <w:r w:rsidR="00B0503F">
        <w:t>) lõpliku vastuvõtmise, täitedokumentatsiooni kontrolli ja lõpparuande koostamise eest, millele lisandub käibemaks</w:t>
      </w:r>
      <w:r w:rsidR="00DC4A8F" w:rsidRPr="00482E6B">
        <w:rPr>
          <w:color w:val="000000"/>
        </w:rPr>
        <w:t>.</w:t>
      </w:r>
    </w:p>
    <w:p w14:paraId="43FA2C51" w14:textId="77777777" w:rsidR="00482E6B" w:rsidRDefault="000D17C9" w:rsidP="00992C4C">
      <w:pPr>
        <w:pStyle w:val="ListParagraph"/>
        <w:numPr>
          <w:ilvl w:val="1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Käsundiandja</w:t>
      </w:r>
      <w:r w:rsidR="00DC4A8F" w:rsidRPr="00482E6B">
        <w:rPr>
          <w:color w:val="000000"/>
        </w:rPr>
        <w:t xml:space="preserve"> tasub töö eest alljärgnevalt:</w:t>
      </w:r>
    </w:p>
    <w:p w14:paraId="00CF31EC" w14:textId="3C3B76E7" w:rsidR="00482E6B" w:rsidRDefault="00B0503F" w:rsidP="00992C4C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igakuiselt omanikujärelevalve teenuse tegeliku osutamise iga kalendrikuu eest</w:t>
      </w:r>
      <w:r w:rsidR="005D09C9">
        <w:rPr>
          <w:color w:val="000000"/>
        </w:rPr>
        <w:t xml:space="preserve"> 490</w:t>
      </w:r>
      <w:r w:rsidR="00DC4A8F" w:rsidRPr="00482E6B">
        <w:rPr>
          <w:color w:val="000000"/>
        </w:rPr>
        <w:t xml:space="preserve"> eurot</w:t>
      </w:r>
      <w:r w:rsidR="00AA36B0" w:rsidRPr="00482E6B">
        <w:rPr>
          <w:color w:val="000000"/>
        </w:rPr>
        <w:t xml:space="preserve"> koos käibemaksuga</w:t>
      </w:r>
      <w:r w:rsidR="00DC4A8F" w:rsidRPr="00482E6B">
        <w:rPr>
          <w:color w:val="000000"/>
        </w:rPr>
        <w:t>;</w:t>
      </w:r>
    </w:p>
    <w:p w14:paraId="33318051" w14:textId="56E1F2FE" w:rsidR="00482E6B" w:rsidRDefault="00B0503F" w:rsidP="00992C4C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lastRenderedPageBreak/>
        <w:t xml:space="preserve">ehitustööde </w:t>
      </w:r>
      <w:r w:rsidRPr="005F698B">
        <w:t>(sh vaegtööde)</w:t>
      </w:r>
      <w:r w:rsidRPr="00482E6B">
        <w:rPr>
          <w:color w:val="FF0000"/>
        </w:rPr>
        <w:t xml:space="preserve"> </w:t>
      </w:r>
      <w:r w:rsidRPr="00482E6B">
        <w:rPr>
          <w:color w:val="000000"/>
        </w:rPr>
        <w:t>lõpliku vastuvõtmise, täitedokumentatsiooni kontrolli ja lõpparuande ühekordse tasuna</w:t>
      </w:r>
      <w:r w:rsidR="00DC4A8F" w:rsidRPr="00482E6B">
        <w:rPr>
          <w:color w:val="000000"/>
        </w:rPr>
        <w:t xml:space="preserve"> </w:t>
      </w:r>
      <w:r w:rsidR="005D09C9">
        <w:rPr>
          <w:color w:val="000000"/>
        </w:rPr>
        <w:t>190</w:t>
      </w:r>
      <w:r w:rsidR="00DC4A8F" w:rsidRPr="00482E6B">
        <w:rPr>
          <w:color w:val="000000"/>
        </w:rPr>
        <w:t xml:space="preserve"> eurot</w:t>
      </w:r>
      <w:r w:rsidR="00AA36B0" w:rsidRPr="00482E6B">
        <w:rPr>
          <w:color w:val="000000"/>
        </w:rPr>
        <w:t xml:space="preserve"> koos käibemaksuga</w:t>
      </w:r>
      <w:r w:rsidR="00DC4A8F" w:rsidRPr="00482E6B">
        <w:rPr>
          <w:color w:val="000000"/>
        </w:rPr>
        <w:t>.</w:t>
      </w:r>
    </w:p>
    <w:p w14:paraId="7DF8211C" w14:textId="77777777" w:rsidR="00482E6B" w:rsidRPr="00482E6B" w:rsidRDefault="000D17C9" w:rsidP="00992C4C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Käsundiandja</w:t>
      </w:r>
      <w:r w:rsidR="00DC4A8F" w:rsidRPr="00482E6B">
        <w:rPr>
          <w:color w:val="000000"/>
        </w:rPr>
        <w:t xml:space="preserve"> tasub </w:t>
      </w:r>
      <w:r w:rsidR="00771410" w:rsidRPr="00482E6B">
        <w:rPr>
          <w:color w:val="000000"/>
        </w:rPr>
        <w:t>k</w:t>
      </w:r>
      <w:r w:rsidRPr="00482E6B">
        <w:rPr>
          <w:color w:val="000000"/>
        </w:rPr>
        <w:t>äsundisaaja</w:t>
      </w:r>
      <w:r w:rsidR="00DC4A8F" w:rsidRPr="00482E6B">
        <w:rPr>
          <w:color w:val="000000"/>
        </w:rPr>
        <w:t xml:space="preserve">le vastavalt </w:t>
      </w:r>
      <w:r w:rsidR="00771410" w:rsidRPr="00482E6B">
        <w:rPr>
          <w:color w:val="000000"/>
        </w:rPr>
        <w:t>k</w:t>
      </w:r>
      <w:r w:rsidRPr="00482E6B">
        <w:rPr>
          <w:color w:val="000000"/>
        </w:rPr>
        <w:t>äsundisaaja</w:t>
      </w:r>
      <w:r w:rsidR="00DC4A8F" w:rsidRPr="00482E6B">
        <w:rPr>
          <w:color w:val="000000"/>
        </w:rPr>
        <w:t xml:space="preserve"> poolt esitatud </w:t>
      </w:r>
      <w:r w:rsidR="00771410" w:rsidRPr="00482E6B">
        <w:rPr>
          <w:color w:val="000000"/>
        </w:rPr>
        <w:t>osutatud teenuse</w:t>
      </w:r>
      <w:r w:rsidR="00DC4A8F" w:rsidRPr="00482E6B">
        <w:rPr>
          <w:color w:val="000000"/>
        </w:rPr>
        <w:t xml:space="preserve"> üleandmis-vastuvõtuaktile.</w:t>
      </w:r>
      <w:r w:rsidR="00B0503F" w:rsidRPr="00482E6B">
        <w:rPr>
          <w:color w:val="000000"/>
        </w:rPr>
        <w:t xml:space="preserve"> Kuutasu eest esitatakse akt igakuiselt nendel kalendrikuudel, millal omanikujärelevalve</w:t>
      </w:r>
      <w:r w:rsidR="000F64D5" w:rsidRPr="00482E6B">
        <w:rPr>
          <w:color w:val="000000"/>
        </w:rPr>
        <w:t xml:space="preserve"> </w:t>
      </w:r>
      <w:r w:rsidR="00B0503F" w:rsidRPr="00482E6B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14:paraId="06E595CD" w14:textId="77777777" w:rsidR="00482E6B" w:rsidRDefault="000D17C9" w:rsidP="00992C4C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Käsundiandja</w:t>
      </w:r>
      <w:r w:rsidR="00DC4A8F" w:rsidRPr="00482E6B">
        <w:rPr>
          <w:color w:val="000000"/>
        </w:rPr>
        <w:t xml:space="preserve"> on kohustatud 5 (viie) tööpäeva jooksul, alates üleandmis-vastuvõtu akti saamisele järgnevast tööpäevast, selle allakirjutatult tagastama või motiveeritult keeldu</w:t>
      </w:r>
      <w:r w:rsidR="00771410" w:rsidRPr="00482E6B">
        <w:rPr>
          <w:color w:val="000000"/>
        </w:rPr>
        <w:t>ma teostatud t</w:t>
      </w:r>
      <w:r w:rsidR="00DD6741" w:rsidRPr="00482E6B">
        <w:rPr>
          <w:color w:val="000000"/>
        </w:rPr>
        <w:t>öö vastuvõtmisest.</w:t>
      </w:r>
    </w:p>
    <w:p w14:paraId="0740AC35" w14:textId="77777777" w:rsidR="00482E6B" w:rsidRDefault="000D17C9" w:rsidP="00992C4C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Käsundisaaja</w:t>
      </w:r>
      <w:r w:rsidR="00DD6741" w:rsidRPr="00482E6B">
        <w:rPr>
          <w:color w:val="000000"/>
        </w:rPr>
        <w:t>lt</w:t>
      </w:r>
      <w:r w:rsidR="00DC4A8F" w:rsidRPr="00482E6B">
        <w:rPr>
          <w:color w:val="000000"/>
        </w:rPr>
        <w:t xml:space="preserve"> arve saamisel </w:t>
      </w:r>
      <w:r w:rsidR="00771410" w:rsidRPr="00482E6B">
        <w:rPr>
          <w:color w:val="000000"/>
        </w:rPr>
        <w:t>k</w:t>
      </w:r>
      <w:r w:rsidR="00DD6741" w:rsidRPr="00482E6B">
        <w:rPr>
          <w:color w:val="000000"/>
        </w:rPr>
        <w:t xml:space="preserve">äsundiandja poolt allakirjutatud </w:t>
      </w:r>
      <w:r w:rsidR="00DC4A8F" w:rsidRPr="00482E6B">
        <w:rPr>
          <w:color w:val="000000"/>
        </w:rPr>
        <w:t>üleandmis-vastu</w:t>
      </w:r>
      <w:r w:rsidR="00DD6741" w:rsidRPr="00482E6B">
        <w:rPr>
          <w:color w:val="000000"/>
        </w:rPr>
        <w:t>võtu aktiga fikseeritud summas</w:t>
      </w:r>
      <w:r w:rsidR="00DC4A8F" w:rsidRPr="00482E6B">
        <w:rPr>
          <w:color w:val="000000"/>
        </w:rPr>
        <w:t xml:space="preserve"> kohustub </w:t>
      </w:r>
      <w:r w:rsidR="00771410" w:rsidRPr="00482E6B">
        <w:rPr>
          <w:color w:val="000000"/>
        </w:rPr>
        <w:t>k</w:t>
      </w:r>
      <w:r w:rsidRPr="00482E6B">
        <w:rPr>
          <w:color w:val="000000"/>
        </w:rPr>
        <w:t>äsundiandja</w:t>
      </w:r>
      <w:r w:rsidR="00DC4A8F" w:rsidRPr="00482E6B">
        <w:rPr>
          <w:color w:val="000000"/>
        </w:rPr>
        <w:t xml:space="preserve"> selle tasuma 5 (viie) tööpäeva jooksul arvates ar</w:t>
      </w:r>
      <w:r w:rsidR="00DD6741" w:rsidRPr="00482E6B">
        <w:rPr>
          <w:color w:val="000000"/>
        </w:rPr>
        <w:t>ve saamisele järgnevast päevast.</w:t>
      </w:r>
    </w:p>
    <w:p w14:paraId="3F0CB871" w14:textId="77777777" w:rsidR="00482E6B" w:rsidRDefault="00DC4A8F" w:rsidP="00992C4C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 xml:space="preserve">Lepingu </w:t>
      </w:r>
      <w:r w:rsidR="00771410" w:rsidRPr="00482E6B">
        <w:rPr>
          <w:color w:val="000000"/>
        </w:rPr>
        <w:t>ennetähtaegsel ülesütlemisel k</w:t>
      </w:r>
      <w:r w:rsidR="000D17C9" w:rsidRPr="00482E6B">
        <w:rPr>
          <w:color w:val="000000"/>
        </w:rPr>
        <w:t>äsundiandja</w:t>
      </w:r>
      <w:r w:rsidRPr="00482E6B">
        <w:rPr>
          <w:color w:val="000000"/>
        </w:rPr>
        <w:t xml:space="preserve"> poolt tasutakse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äsundisaaja</w:t>
      </w:r>
      <w:r w:rsidRPr="00482E6B">
        <w:rPr>
          <w:color w:val="000000"/>
        </w:rPr>
        <w:t xml:space="preserve">le üleandmis-vastuvõtuakti alusel vastavalt </w:t>
      </w:r>
      <w:r w:rsidR="00DD6741" w:rsidRPr="00482E6B">
        <w:rPr>
          <w:color w:val="000000"/>
        </w:rPr>
        <w:t>osutatud teenuse mahule selles osas</w:t>
      </w:r>
      <w:r w:rsidRPr="00482E6B">
        <w:rPr>
          <w:color w:val="000000"/>
        </w:rPr>
        <w:t xml:space="preserve">, millele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äsundiandja</w:t>
      </w:r>
      <w:r w:rsidR="00DD6741" w:rsidRPr="00482E6B">
        <w:rPr>
          <w:color w:val="000000"/>
        </w:rPr>
        <w:t>l ei ole pretensioone.</w:t>
      </w:r>
    </w:p>
    <w:p w14:paraId="2F856FBD" w14:textId="77777777" w:rsidR="00482E6B" w:rsidRDefault="00DD6741" w:rsidP="00992C4C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Osutatud teenus</w:t>
      </w:r>
      <w:r w:rsidR="00DC4A8F" w:rsidRPr="00482E6B">
        <w:rPr>
          <w:color w:val="000000"/>
        </w:rPr>
        <w:t xml:space="preserve"> võetakse vastu ja lõp</w:t>
      </w:r>
      <w:r w:rsidRPr="00482E6B">
        <w:rPr>
          <w:color w:val="000000"/>
        </w:rPr>
        <w:t>parveldus tehakse pärast ehitustööde</w:t>
      </w:r>
      <w:r w:rsidR="00DC4A8F" w:rsidRPr="00482E6B">
        <w:rPr>
          <w:color w:val="000000"/>
        </w:rPr>
        <w:t xml:space="preserve"> lõppülevaatuse akti ja </w:t>
      </w:r>
      <w:r w:rsidRPr="00482E6B">
        <w:rPr>
          <w:color w:val="000000"/>
        </w:rPr>
        <w:t xml:space="preserve">ehitise </w:t>
      </w:r>
      <w:r w:rsidR="00DC4A8F" w:rsidRPr="00482E6B">
        <w:rPr>
          <w:color w:val="000000"/>
        </w:rPr>
        <w:t xml:space="preserve">kasutusloa vormistamist, millele on allakirjutanud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äsundiandja</w:t>
      </w:r>
      <w:r w:rsidR="00DC4A8F" w:rsidRPr="00482E6B">
        <w:rPr>
          <w:color w:val="000000"/>
        </w:rPr>
        <w:t xml:space="preserve"> ja </w:t>
      </w:r>
      <w:r w:rsidR="00771410" w:rsidRPr="00482E6B">
        <w:rPr>
          <w:color w:val="000000"/>
        </w:rPr>
        <w:t>ehitaja</w:t>
      </w:r>
      <w:r w:rsidR="000D17C9" w:rsidRPr="00482E6B">
        <w:rPr>
          <w:color w:val="000000"/>
        </w:rPr>
        <w:t xml:space="preserve"> </w:t>
      </w:r>
      <w:r w:rsidR="00DC4A8F" w:rsidRPr="00482E6B">
        <w:rPr>
          <w:color w:val="000000"/>
        </w:rPr>
        <w:t>esindajad.</w:t>
      </w:r>
    </w:p>
    <w:p w14:paraId="08997D04" w14:textId="5E37691C" w:rsidR="00482E6B" w:rsidRPr="00482E6B" w:rsidRDefault="00B0503F" w:rsidP="00482E6B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B0503F">
        <w:t xml:space="preserve">Juhul, kui ehitustööd pikenevad omanikujärelevalve teenuse osutajast sõltumata, jätkab käsundisaaja teenuse osutamist ning käsundiandja maksab selle eest tasu samadel alustel. </w:t>
      </w:r>
    </w:p>
    <w:p w14:paraId="0EC839B5" w14:textId="77777777" w:rsidR="00482E6B" w:rsidRDefault="00482E6B" w:rsidP="00482E6B">
      <w:pPr>
        <w:pStyle w:val="ListParagraph"/>
        <w:ind w:left="0"/>
        <w:jc w:val="both"/>
        <w:rPr>
          <w:color w:val="000000"/>
        </w:rPr>
      </w:pPr>
    </w:p>
    <w:p w14:paraId="4BB3BB25" w14:textId="77777777" w:rsidR="00482E6B" w:rsidRDefault="0005270D" w:rsidP="00482E6B">
      <w:pPr>
        <w:pStyle w:val="ListParagraph"/>
        <w:numPr>
          <w:ilvl w:val="0"/>
          <w:numId w:val="9"/>
        </w:numPr>
        <w:spacing w:after="120"/>
        <w:jc w:val="both"/>
        <w:rPr>
          <w:color w:val="000000"/>
        </w:rPr>
      </w:pPr>
      <w:r w:rsidRPr="00482E6B">
        <w:rPr>
          <w:b/>
          <w:bCs/>
        </w:rPr>
        <w:t xml:space="preserve">Lepingu </w:t>
      </w:r>
      <w:r w:rsidR="008F76D0" w:rsidRPr="00482E6B">
        <w:rPr>
          <w:b/>
          <w:bCs/>
        </w:rPr>
        <w:t xml:space="preserve">kehtivus </w:t>
      </w:r>
      <w:r w:rsidR="000F64D5" w:rsidRPr="00482E6B">
        <w:rPr>
          <w:b/>
          <w:bCs/>
        </w:rPr>
        <w:t>ja omanikujärelevalve teenuse tegeliku osutamise aeg</w:t>
      </w:r>
    </w:p>
    <w:p w14:paraId="4C6BBCD3" w14:textId="77777777" w:rsidR="00482E6B" w:rsidRDefault="000D17C9" w:rsidP="00482E6B">
      <w:pPr>
        <w:pStyle w:val="ListParagraph"/>
        <w:numPr>
          <w:ilvl w:val="1"/>
          <w:numId w:val="9"/>
        </w:numPr>
        <w:jc w:val="both"/>
        <w:rPr>
          <w:color w:val="000000"/>
        </w:rPr>
      </w:pPr>
      <w:r w:rsidRPr="003F1152">
        <w:t>E</w:t>
      </w:r>
      <w:r w:rsidR="0005270D" w:rsidRPr="003F1152">
        <w:t xml:space="preserve">hitusplatsil alustatakse </w:t>
      </w:r>
      <w:r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Pr="003F1152">
        <w:t>äsundiandja</w:t>
      </w:r>
      <w:r w:rsidR="0005270D" w:rsidRPr="003F1152">
        <w:t xml:space="preserve"> </w:t>
      </w:r>
      <w:r w:rsidR="00771410" w:rsidRPr="003F1152">
        <w:t>k</w:t>
      </w:r>
      <w:r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Pr="003F1152">
        <w:t xml:space="preserve">ehitustööde </w:t>
      </w:r>
      <w:r w:rsidR="0005270D" w:rsidRPr="003F1152">
        <w:t>algust.</w:t>
      </w:r>
    </w:p>
    <w:p w14:paraId="607D27F6" w14:textId="77777777" w:rsidR="00482E6B" w:rsidRDefault="000D17C9" w:rsidP="00482E6B">
      <w:pPr>
        <w:pStyle w:val="ListParagraph"/>
        <w:numPr>
          <w:ilvl w:val="1"/>
          <w:numId w:val="9"/>
        </w:numPr>
        <w:jc w:val="both"/>
        <w:rPr>
          <w:color w:val="000000"/>
        </w:rPr>
      </w:pPr>
      <w:r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14:paraId="5FE1B19B" w14:textId="581E2E6B" w:rsidR="00482E6B" w:rsidRPr="00482E6B" w:rsidRDefault="000F64D5" w:rsidP="00482E6B">
      <w:pPr>
        <w:pStyle w:val="ListParagraph"/>
        <w:numPr>
          <w:ilvl w:val="1"/>
          <w:numId w:val="9"/>
        </w:numPr>
        <w:jc w:val="both"/>
        <w:rPr>
          <w:color w:val="000000"/>
        </w:rPr>
      </w:pPr>
      <w:r w:rsidRPr="00590021">
        <w:t>Omanikujärelevalve teenuse tegeliku osutamise aeg on eeldatavalt iga kalendrikuu ajal, millal vastavalt ehituse töövõtulepingule ja selle alusel täpsustatud ajagraafikutele toimuvad ehitustööd.</w:t>
      </w:r>
    </w:p>
    <w:p w14:paraId="18E7B230" w14:textId="77777777" w:rsidR="00482E6B" w:rsidRPr="00482E6B" w:rsidRDefault="00482E6B" w:rsidP="00482E6B">
      <w:pPr>
        <w:pStyle w:val="ListParagraph"/>
        <w:ind w:left="0"/>
        <w:jc w:val="both"/>
        <w:rPr>
          <w:color w:val="000000"/>
        </w:rPr>
      </w:pPr>
    </w:p>
    <w:p w14:paraId="13F6BE71" w14:textId="77777777" w:rsidR="00482E6B" w:rsidRPr="00482E6B" w:rsidRDefault="00BE55BA" w:rsidP="00482E6B">
      <w:pPr>
        <w:pStyle w:val="ListParagraph"/>
        <w:numPr>
          <w:ilvl w:val="0"/>
          <w:numId w:val="9"/>
        </w:numPr>
        <w:spacing w:after="120"/>
        <w:jc w:val="both"/>
        <w:rPr>
          <w:color w:val="000000"/>
        </w:rPr>
      </w:pPr>
      <w:r w:rsidRPr="00482E6B">
        <w:rPr>
          <w:b/>
          <w:color w:val="000000"/>
        </w:rPr>
        <w:t>Poolte vastutus</w:t>
      </w:r>
    </w:p>
    <w:p w14:paraId="0A4FE378" w14:textId="77777777" w:rsidR="00482E6B" w:rsidRDefault="009C1300" w:rsidP="00482E6B">
      <w:pPr>
        <w:pStyle w:val="ListParagraph"/>
        <w:numPr>
          <w:ilvl w:val="1"/>
          <w:numId w:val="9"/>
        </w:numPr>
        <w:spacing w:after="120"/>
        <w:jc w:val="both"/>
        <w:rPr>
          <w:color w:val="000000"/>
        </w:rPr>
      </w:pPr>
      <w:r w:rsidRPr="00482E6B">
        <w:rPr>
          <w:color w:val="000000"/>
        </w:rPr>
        <w:t>Käsundisaaja arve tasumisega viivitamisel</w:t>
      </w:r>
      <w:r w:rsidR="00DC4A8F" w:rsidRPr="00482E6B">
        <w:rPr>
          <w:color w:val="000000"/>
        </w:rPr>
        <w:t xml:space="preserve"> maksab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äsundiandja</w:t>
      </w:r>
      <w:r w:rsidR="00DC4A8F" w:rsidRPr="00482E6B">
        <w:rPr>
          <w:color w:val="000000"/>
        </w:rPr>
        <w:t xml:space="preserve"> viivist 0,15% iga kalendripäeva kohta </w:t>
      </w:r>
      <w:r w:rsidRPr="00482E6B">
        <w:rPr>
          <w:color w:val="000000"/>
        </w:rPr>
        <w:t>tasumata summast</w:t>
      </w:r>
      <w:r w:rsidR="00DC4A8F" w:rsidRPr="00482E6B">
        <w:rPr>
          <w:color w:val="000000"/>
        </w:rPr>
        <w:t>, kuid mitte rohkem</w:t>
      </w:r>
      <w:r w:rsidRPr="00482E6B">
        <w:rPr>
          <w:color w:val="000000"/>
        </w:rPr>
        <w:t xml:space="preserve"> kui</w:t>
      </w:r>
      <w:r w:rsidR="00DC4A8F" w:rsidRPr="00482E6B">
        <w:rPr>
          <w:color w:val="000000"/>
        </w:rPr>
        <w:t xml:space="preserve"> 10% </w:t>
      </w:r>
      <w:r w:rsidR="00B26CD5" w:rsidRPr="00482E6B">
        <w:rPr>
          <w:color w:val="000000"/>
        </w:rPr>
        <w:t>l</w:t>
      </w:r>
      <w:r w:rsidRPr="00482E6B">
        <w:rPr>
          <w:color w:val="000000"/>
        </w:rPr>
        <w:t xml:space="preserve">epingu punktis 3.1 nimetatud tasust. </w:t>
      </w:r>
    </w:p>
    <w:p w14:paraId="5F2112BA" w14:textId="77777777" w:rsidR="00482E6B" w:rsidRDefault="00DC4A8F" w:rsidP="00205BCE">
      <w:pPr>
        <w:pStyle w:val="ListParagraph"/>
        <w:numPr>
          <w:ilvl w:val="1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 xml:space="preserve">Kui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äsundisaaja</w:t>
      </w:r>
      <w:r w:rsidRPr="00482E6B">
        <w:rPr>
          <w:color w:val="000000"/>
        </w:rPr>
        <w:t xml:space="preserve"> </w:t>
      </w:r>
      <w:r w:rsidR="000761D0" w:rsidRPr="00482E6B">
        <w:rPr>
          <w:color w:val="000000"/>
        </w:rPr>
        <w:t xml:space="preserve">jätab käesolevast lepingust ja </w:t>
      </w:r>
      <w:r w:rsidR="00F23365" w:rsidRPr="00482E6B">
        <w:rPr>
          <w:color w:val="000000"/>
        </w:rPr>
        <w:t xml:space="preserve">kutsestandardist tulenevalt oma kohustused täitmata või ei täida oma kohustusi </w:t>
      </w:r>
      <w:r w:rsidR="00045BAE" w:rsidRPr="00482E6B">
        <w:rPr>
          <w:color w:val="000000"/>
        </w:rPr>
        <w:t>hoolsalt ning sellest tulenevalt jäävad õigeaegselt tuvastamata ehituse käigus</w:t>
      </w:r>
      <w:r w:rsidR="00951D0E" w:rsidRPr="00482E6B">
        <w:rPr>
          <w:color w:val="000000"/>
        </w:rPr>
        <w:t xml:space="preserve"> või ehituse lõpptulemuse vastuvõtmisel </w:t>
      </w:r>
      <w:r w:rsidRPr="00482E6B">
        <w:rPr>
          <w:color w:val="000000"/>
        </w:rPr>
        <w:t xml:space="preserve"> </w:t>
      </w:r>
      <w:r w:rsidR="00771410" w:rsidRPr="00482E6B">
        <w:rPr>
          <w:color w:val="000000"/>
        </w:rPr>
        <w:t>ehitaja</w:t>
      </w:r>
      <w:r w:rsidRPr="00482E6B">
        <w:rPr>
          <w:color w:val="000000"/>
        </w:rPr>
        <w:t xml:space="preserve"> </w:t>
      </w:r>
      <w:r w:rsidR="000D17C9" w:rsidRPr="00482E6B">
        <w:rPr>
          <w:color w:val="000000"/>
        </w:rPr>
        <w:t xml:space="preserve">poolt teostatavates </w:t>
      </w:r>
      <w:r w:rsidRPr="00482E6B">
        <w:rPr>
          <w:color w:val="000000"/>
        </w:rPr>
        <w:t>ehitustöö</w:t>
      </w:r>
      <w:r w:rsidR="000D17C9" w:rsidRPr="00482E6B">
        <w:rPr>
          <w:color w:val="000000"/>
        </w:rPr>
        <w:t>de</w:t>
      </w:r>
      <w:r w:rsidRPr="00482E6B">
        <w:rPr>
          <w:color w:val="000000"/>
        </w:rPr>
        <w:t xml:space="preserve">s </w:t>
      </w:r>
      <w:r w:rsidR="00951D0E" w:rsidRPr="00482E6B">
        <w:rPr>
          <w:color w:val="000000"/>
        </w:rPr>
        <w:t xml:space="preserve">puudused </w:t>
      </w:r>
      <w:r w:rsidRPr="00482E6B">
        <w:rPr>
          <w:color w:val="000000"/>
        </w:rPr>
        <w:t xml:space="preserve">, </w:t>
      </w:r>
      <w:r w:rsidR="00771410" w:rsidRPr="00482E6B">
        <w:rPr>
          <w:color w:val="000000"/>
        </w:rPr>
        <w:t>hüvitab k</w:t>
      </w:r>
      <w:r w:rsidR="000D17C9" w:rsidRPr="00482E6B">
        <w:rPr>
          <w:color w:val="000000"/>
        </w:rPr>
        <w:t>äsundisaaja</w:t>
      </w:r>
      <w:r w:rsidRPr="00482E6B">
        <w:rPr>
          <w:color w:val="000000"/>
        </w:rPr>
        <w:t xml:space="preserve">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äsundiandja</w:t>
      </w:r>
      <w:r w:rsidRPr="00482E6B">
        <w:rPr>
          <w:color w:val="000000"/>
        </w:rPr>
        <w:t>le tekitatud kahju;</w:t>
      </w:r>
    </w:p>
    <w:p w14:paraId="66706AE4" w14:textId="49EB27D4" w:rsidR="00482E6B" w:rsidRDefault="009C1300" w:rsidP="00482E6B">
      <w:pPr>
        <w:pStyle w:val="ListParagraph"/>
        <w:numPr>
          <w:ilvl w:val="1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Viivise</w:t>
      </w:r>
      <w:r w:rsidR="007641CC" w:rsidRPr="00482E6B">
        <w:rPr>
          <w:color w:val="000000"/>
        </w:rPr>
        <w:t xml:space="preserve"> tasumine või</w:t>
      </w:r>
      <w:r w:rsidR="00DC4A8F" w:rsidRPr="00482E6B">
        <w:rPr>
          <w:color w:val="000000"/>
        </w:rPr>
        <w:t xml:space="preserve"> tekit</w:t>
      </w:r>
      <w:r w:rsidR="007641CC" w:rsidRPr="00482E6B">
        <w:rPr>
          <w:color w:val="000000"/>
        </w:rPr>
        <w:t>atud kahju hüvitamine</w:t>
      </w:r>
      <w:r w:rsidR="00DC4A8F" w:rsidRPr="00482E6B">
        <w:rPr>
          <w:color w:val="000000"/>
        </w:rPr>
        <w:t xml:space="preserve"> ei vabasta lepingupooli kohustuste täitmisest.</w:t>
      </w:r>
    </w:p>
    <w:p w14:paraId="7EC967F0" w14:textId="77777777" w:rsidR="0018303C" w:rsidRDefault="0018303C" w:rsidP="0018303C">
      <w:pPr>
        <w:pStyle w:val="ListParagraph"/>
        <w:ind w:left="0"/>
        <w:jc w:val="both"/>
        <w:rPr>
          <w:color w:val="000000"/>
        </w:rPr>
      </w:pPr>
    </w:p>
    <w:p w14:paraId="53470FE8" w14:textId="77777777" w:rsidR="0018303C" w:rsidRDefault="0018303C" w:rsidP="0018303C">
      <w:pPr>
        <w:pStyle w:val="ListParagraph"/>
        <w:ind w:left="0"/>
        <w:jc w:val="both"/>
        <w:rPr>
          <w:color w:val="000000"/>
        </w:rPr>
      </w:pPr>
    </w:p>
    <w:p w14:paraId="182832FF" w14:textId="77777777" w:rsidR="0018303C" w:rsidRDefault="0018303C" w:rsidP="0018303C">
      <w:pPr>
        <w:pStyle w:val="ListParagraph"/>
        <w:ind w:left="0"/>
        <w:jc w:val="both"/>
        <w:rPr>
          <w:color w:val="000000"/>
        </w:rPr>
      </w:pPr>
    </w:p>
    <w:p w14:paraId="5D63D415" w14:textId="77777777" w:rsidR="00482E6B" w:rsidRDefault="00482E6B" w:rsidP="00482E6B">
      <w:pPr>
        <w:pStyle w:val="ListParagraph"/>
        <w:ind w:left="0"/>
        <w:jc w:val="both"/>
        <w:rPr>
          <w:color w:val="000000"/>
        </w:rPr>
      </w:pPr>
    </w:p>
    <w:p w14:paraId="51FF166D" w14:textId="77777777" w:rsidR="00482E6B" w:rsidRPr="00482E6B" w:rsidRDefault="000D17C9" w:rsidP="00BA3D2A">
      <w:pPr>
        <w:pStyle w:val="ListParagraph"/>
        <w:numPr>
          <w:ilvl w:val="0"/>
          <w:numId w:val="9"/>
        </w:numPr>
        <w:spacing w:after="120"/>
        <w:jc w:val="both"/>
        <w:rPr>
          <w:color w:val="000000"/>
        </w:rPr>
      </w:pPr>
      <w:r w:rsidRPr="00482E6B">
        <w:rPr>
          <w:b/>
          <w:bCs/>
        </w:rPr>
        <w:t>Käsundisaaja</w:t>
      </w:r>
      <w:r w:rsidR="00205BCE" w:rsidRPr="00482E6B">
        <w:rPr>
          <w:b/>
          <w:bCs/>
        </w:rPr>
        <w:t xml:space="preserve"> kohustused</w:t>
      </w:r>
    </w:p>
    <w:p w14:paraId="03706E5E" w14:textId="77777777" w:rsidR="00482E6B" w:rsidRPr="00482E6B" w:rsidRDefault="00FD22E9" w:rsidP="00BA3D2A">
      <w:pPr>
        <w:pStyle w:val="ListParagraph"/>
        <w:numPr>
          <w:ilvl w:val="1"/>
          <w:numId w:val="9"/>
        </w:numPr>
        <w:spacing w:after="120"/>
        <w:jc w:val="both"/>
        <w:rPr>
          <w:color w:val="000000"/>
        </w:rPr>
      </w:pPr>
      <w:r>
        <w:t xml:space="preserve">Käsundisaaja täidab kõiki </w:t>
      </w:r>
      <w:r w:rsidR="00205BCE" w:rsidRPr="00590021">
        <w:t xml:space="preserve"> kohustusi, mis </w:t>
      </w:r>
      <w:r w:rsidR="005C54CD">
        <w:t xml:space="preserve">on </w:t>
      </w:r>
      <w:r w:rsidR="00205BCE" w:rsidRPr="00590021">
        <w:t>omanikujärelevalve tegijale</w:t>
      </w:r>
      <w:r w:rsidR="00592D02" w:rsidRPr="00590021">
        <w:t xml:space="preserve">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</w:t>
      </w:r>
      <w:r w:rsidR="005C54CD">
        <w:t xml:space="preserve">valdkonda reguleerivate </w:t>
      </w:r>
      <w:r w:rsidR="006F7D16" w:rsidRPr="00590021">
        <w:t>õigusaktidega</w:t>
      </w:r>
      <w:r w:rsidR="000B0B6C" w:rsidRPr="00590021">
        <w:t>.</w:t>
      </w:r>
      <w:r w:rsidR="00205BCE" w:rsidRPr="00590021">
        <w:t xml:space="preserve"> </w:t>
      </w:r>
    </w:p>
    <w:p w14:paraId="75225D64" w14:textId="77777777" w:rsidR="00482E6B" w:rsidRPr="00482E6B" w:rsidRDefault="007A4A6F" w:rsidP="005F2E86">
      <w:pPr>
        <w:pStyle w:val="ListParagraph"/>
        <w:numPr>
          <w:ilvl w:val="1"/>
          <w:numId w:val="9"/>
        </w:numPr>
        <w:jc w:val="both"/>
        <w:rPr>
          <w:color w:val="000000"/>
        </w:rPr>
      </w:pPr>
      <w:r>
        <w:t xml:space="preserve">Käsundisaaja kohustub </w:t>
      </w:r>
      <w:r w:rsidR="00F3252E">
        <w:t xml:space="preserve">käsundi </w:t>
      </w:r>
      <w:r>
        <w:t>teostam</w:t>
      </w:r>
      <w:r w:rsidR="007C1BF0">
        <w:t>isel kasutama riigihanke pakkumuses esitatud erialaspetsialisti või samaväärset eriala spetsialisti</w:t>
      </w:r>
      <w:r w:rsidR="00F11F08">
        <w:t xml:space="preserve">, kellel on kutsekvalifikatsioon </w:t>
      </w:r>
      <w:r w:rsidR="000E4006">
        <w:t>tasemel</w:t>
      </w:r>
      <w:r w:rsidR="00F11F08">
        <w:t xml:space="preserve"> vähemalt "Ehitusjuht, tase 6", spetsialiseerumisega "Omanikujärelevalve</w:t>
      </w:r>
      <w:r w:rsidR="000E4006">
        <w:t xml:space="preserve"> </w:t>
      </w:r>
      <w:r w:rsidR="00F11F08">
        <w:t>tegemine", kompetentsiga “Omanikujärelevalve tegemine üldehitusliku ehitamise valdkonnas”</w:t>
      </w:r>
      <w:r w:rsidR="000E4006">
        <w:t xml:space="preserve"> </w:t>
      </w:r>
      <w:r w:rsidR="00F11F08">
        <w:t>või sellega samaväärset või kõrgemat kutsekvalifikatsiooni.</w:t>
      </w:r>
      <w:r w:rsidR="000E4006">
        <w:t xml:space="preserve"> Käsundisaaja tagab, et omanikujärelevalve teenust osutab vastava erialase kutsekvalifikatsiooniga isik isiklikult. </w:t>
      </w:r>
    </w:p>
    <w:p w14:paraId="56409BF0" w14:textId="77777777" w:rsidR="00482E6B" w:rsidRPr="00482E6B" w:rsidRDefault="005F2E86" w:rsidP="00205BCE">
      <w:pPr>
        <w:pStyle w:val="ListParagraph"/>
        <w:numPr>
          <w:ilvl w:val="1"/>
          <w:numId w:val="9"/>
        </w:numPr>
        <w:jc w:val="both"/>
        <w:rPr>
          <w:color w:val="000000"/>
        </w:rPr>
      </w:pPr>
      <w:r w:rsidRPr="00590021">
        <w:t>Lisaks punkti</w:t>
      </w:r>
      <w:r w:rsidR="00B60F1B">
        <w:t>des</w:t>
      </w:r>
      <w:r w:rsidRPr="00590021">
        <w:t xml:space="preserve"> 6</w:t>
      </w:r>
      <w:r w:rsidR="00C26D3D" w:rsidRPr="00590021">
        <w:t>.1</w:t>
      </w:r>
      <w:r w:rsidR="00B60F1B">
        <w:t xml:space="preserve"> ja 6.2.</w:t>
      </w:r>
      <w:r w:rsidR="00C26D3D" w:rsidRPr="00590021">
        <w:t xml:space="preserve"> nimetatule on käsundisaajal kohustus: </w:t>
      </w:r>
    </w:p>
    <w:p w14:paraId="7C6D6729" w14:textId="77777777" w:rsidR="00482E6B" w:rsidRPr="00482E6B" w:rsidRDefault="00205BCE" w:rsidP="00205BCE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Pr="00590021">
        <w:t xml:space="preserve">, mis toimuvad </w:t>
      </w:r>
      <w:r w:rsidR="00637490" w:rsidRPr="00590021">
        <w:t xml:space="preserve">tööde teostamise ajal vähemalt 2 (kaks) </w:t>
      </w:r>
      <w:r w:rsidRPr="00590021">
        <w:t>kord</w:t>
      </w:r>
      <w:r w:rsidR="00637490" w:rsidRPr="00590021">
        <w:t>a</w:t>
      </w:r>
      <w:r w:rsidRPr="00590021">
        <w:t xml:space="preserve"> </w:t>
      </w:r>
      <w:r w:rsidR="00637490" w:rsidRPr="00590021">
        <w:t>kuus</w:t>
      </w:r>
      <w:r w:rsidRPr="00590021">
        <w:t>.</w:t>
      </w:r>
    </w:p>
    <w:p w14:paraId="198875C5" w14:textId="77777777" w:rsidR="00482E6B" w:rsidRPr="00482E6B" w:rsidRDefault="00C201B3" w:rsidP="00205BCE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590021">
        <w:t>protokollida nõupidamiste otsused;</w:t>
      </w:r>
    </w:p>
    <w:p w14:paraId="0F91CD56" w14:textId="77777777" w:rsidR="00305240" w:rsidRPr="00305240" w:rsidRDefault="00036B80" w:rsidP="00205BCE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14:paraId="79B30316" w14:textId="77777777" w:rsidR="00305240" w:rsidRPr="00305240" w:rsidRDefault="00036B80" w:rsidP="00205BCE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14:paraId="2691CD45" w14:textId="77777777" w:rsidR="00305240" w:rsidRPr="00305240" w:rsidRDefault="00205BCE" w:rsidP="00205BCE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91069E">
        <w:t>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Pr="0091069E">
        <w:t>miseks projekteerija poolt.</w:t>
      </w:r>
    </w:p>
    <w:p w14:paraId="36C9F8BF" w14:textId="77777777" w:rsidR="00305240" w:rsidRDefault="00036B80" w:rsidP="00205BCE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e</w:t>
      </w:r>
      <w:r w:rsidR="00DC4A8F" w:rsidRPr="00305240">
        <w:rPr>
          <w:color w:val="000000"/>
        </w:rPr>
        <w:t>sita</w:t>
      </w:r>
      <w:r w:rsidR="0035357D" w:rsidRPr="00305240">
        <w:rPr>
          <w:color w:val="000000"/>
        </w:rPr>
        <w:t>d</w:t>
      </w:r>
      <w:r w:rsidR="00DC4A8F" w:rsidRPr="00305240">
        <w:rPr>
          <w:color w:val="000000"/>
        </w:rPr>
        <w:t xml:space="preserve">a </w:t>
      </w:r>
      <w:r w:rsidRPr="00305240">
        <w:rPr>
          <w:color w:val="000000"/>
        </w:rPr>
        <w:t xml:space="preserve">ehitajale </w:t>
      </w:r>
      <w:r w:rsidR="0035357D" w:rsidRPr="00305240">
        <w:rPr>
          <w:color w:val="000000"/>
        </w:rPr>
        <w:t xml:space="preserve">ja </w:t>
      </w:r>
      <w:r w:rsidRPr="00305240">
        <w:rPr>
          <w:color w:val="000000"/>
        </w:rPr>
        <w:t>k</w:t>
      </w:r>
      <w:r w:rsidR="000D17C9" w:rsidRPr="00305240">
        <w:rPr>
          <w:color w:val="000000"/>
        </w:rPr>
        <w:t>äsundiandja</w:t>
      </w:r>
      <w:r w:rsidR="0035357D" w:rsidRPr="00305240">
        <w:rPr>
          <w:color w:val="000000"/>
        </w:rPr>
        <w:t xml:space="preserve">le </w:t>
      </w:r>
      <w:r w:rsidR="00DC4A8F" w:rsidRPr="00305240">
        <w:rPr>
          <w:color w:val="000000"/>
        </w:rPr>
        <w:t xml:space="preserve">loendi konstruktsioonidest, sõlmedest ja töödest, mille kohta </w:t>
      </w:r>
      <w:r w:rsidR="00A46DB8" w:rsidRPr="00305240">
        <w:rPr>
          <w:color w:val="000000"/>
        </w:rPr>
        <w:t>ehitaja</w:t>
      </w:r>
      <w:r w:rsidR="00DC4A8F" w:rsidRPr="00305240">
        <w:rPr>
          <w:color w:val="000000"/>
        </w:rPr>
        <w:t xml:space="preserve"> on kohusta</w:t>
      </w:r>
      <w:r w:rsidR="00205BCE" w:rsidRPr="00305240">
        <w:rPr>
          <w:color w:val="000000"/>
        </w:rPr>
        <w:t>tud koostama kaetud tööde aktid.</w:t>
      </w:r>
    </w:p>
    <w:p w14:paraId="05063DD4" w14:textId="77777777" w:rsidR="00305240" w:rsidRDefault="00205BCE" w:rsidP="002E06C0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 </w:t>
      </w:r>
      <w:r w:rsidR="00036B80" w:rsidRPr="00305240">
        <w:rPr>
          <w:color w:val="000000"/>
        </w:rPr>
        <w:t>t</w:t>
      </w:r>
      <w:r w:rsidR="00DC4A8F" w:rsidRPr="00305240">
        <w:rPr>
          <w:color w:val="000000"/>
        </w:rPr>
        <w:t>eosta</w:t>
      </w:r>
      <w:r w:rsidR="003001D6" w:rsidRPr="00305240">
        <w:rPr>
          <w:color w:val="000000"/>
        </w:rPr>
        <w:t>d</w:t>
      </w:r>
      <w:r w:rsidR="00DC4A8F" w:rsidRPr="00305240">
        <w:rPr>
          <w:color w:val="000000"/>
        </w:rPr>
        <w:t xml:space="preserve">a ehitusplatsil </w:t>
      </w:r>
      <w:r w:rsidR="008F0B72" w:rsidRPr="00305240">
        <w:rPr>
          <w:color w:val="000000"/>
        </w:rPr>
        <w:t>omanikujärelevalvet</w:t>
      </w:r>
      <w:r w:rsidR="00DC4A8F" w:rsidRPr="00305240">
        <w:rPr>
          <w:color w:val="000000"/>
        </w:rPr>
        <w:t xml:space="preserve"> sellise sagedusega, mis tagab:</w:t>
      </w:r>
    </w:p>
    <w:p w14:paraId="7DBE1E4E" w14:textId="77777777" w:rsidR="00305240" w:rsidRDefault="00DC4A8F" w:rsidP="00305240">
      <w:pPr>
        <w:pStyle w:val="ListParagraph"/>
        <w:keepNext/>
        <w:widowControl w:val="0"/>
        <w:numPr>
          <w:ilvl w:val="3"/>
          <w:numId w:val="9"/>
        </w:numPr>
        <w:ind w:left="1247" w:hanging="1077"/>
        <w:jc w:val="both"/>
        <w:rPr>
          <w:color w:val="000000"/>
        </w:rPr>
      </w:pPr>
      <w:r w:rsidRPr="00305240">
        <w:rPr>
          <w:color w:val="000000"/>
        </w:rPr>
        <w:t xml:space="preserve">vajalikud kooskõlastused </w:t>
      </w:r>
      <w:r w:rsidR="00036B80" w:rsidRPr="00305240">
        <w:rPr>
          <w:color w:val="000000"/>
        </w:rPr>
        <w:t>ehitajaga</w:t>
      </w:r>
      <w:r w:rsidRPr="00305240">
        <w:rPr>
          <w:color w:val="000000"/>
        </w:rPr>
        <w:t>;</w:t>
      </w:r>
    </w:p>
    <w:p w14:paraId="18866007" w14:textId="77777777" w:rsidR="00305240" w:rsidRDefault="007641CC" w:rsidP="00305240">
      <w:pPr>
        <w:pStyle w:val="ListParagraph"/>
        <w:keepNext/>
        <w:widowControl w:val="0"/>
        <w:numPr>
          <w:ilvl w:val="3"/>
          <w:numId w:val="9"/>
        </w:numPr>
        <w:ind w:left="1247" w:hanging="1077"/>
        <w:jc w:val="both"/>
        <w:rPr>
          <w:color w:val="000000"/>
        </w:rPr>
      </w:pPr>
      <w:r w:rsidRPr="00305240">
        <w:rPr>
          <w:color w:val="000000"/>
        </w:rPr>
        <w:t>kindlustunde</w:t>
      </w:r>
      <w:r w:rsidR="00205BCE" w:rsidRPr="00305240">
        <w:rPr>
          <w:color w:val="000000"/>
        </w:rPr>
        <w:t xml:space="preserve">, et </w:t>
      </w:r>
      <w:r w:rsidR="00036B80" w:rsidRPr="00305240">
        <w:rPr>
          <w:color w:val="000000"/>
        </w:rPr>
        <w:t>ehitaj</w:t>
      </w:r>
      <w:r w:rsidR="00DC4A8F" w:rsidRPr="00305240">
        <w:rPr>
          <w:color w:val="000000"/>
        </w:rPr>
        <w:t xml:space="preserve">a sooritab igat järgnevat tööetappi projekti ning </w:t>
      </w:r>
      <w:r w:rsidR="00205BCE" w:rsidRPr="00305240">
        <w:rPr>
          <w:color w:val="000000"/>
        </w:rPr>
        <w:t xml:space="preserve">õigusaktide </w:t>
      </w:r>
      <w:r w:rsidR="00DC4A8F" w:rsidRPr="00305240">
        <w:rPr>
          <w:color w:val="000000"/>
        </w:rPr>
        <w:t>nõuete kohaselt;</w:t>
      </w:r>
    </w:p>
    <w:p w14:paraId="5BE9E37D" w14:textId="77777777" w:rsidR="00305240" w:rsidRDefault="002E06C0" w:rsidP="00305240">
      <w:pPr>
        <w:pStyle w:val="ListParagraph"/>
        <w:keepNext/>
        <w:widowControl w:val="0"/>
        <w:numPr>
          <w:ilvl w:val="3"/>
          <w:numId w:val="9"/>
        </w:numPr>
        <w:ind w:left="1247" w:hanging="1077"/>
        <w:jc w:val="both"/>
        <w:rPr>
          <w:color w:val="000000"/>
        </w:rPr>
      </w:pPr>
      <w:r w:rsidRPr="00305240">
        <w:rPr>
          <w:color w:val="000000"/>
        </w:rPr>
        <w:t xml:space="preserve">kindlustunde, </w:t>
      </w:r>
      <w:r w:rsidR="00DC4A8F" w:rsidRPr="00305240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305240">
        <w:rPr>
          <w:color w:val="000000"/>
        </w:rPr>
        <w:t>;</w:t>
      </w:r>
    </w:p>
    <w:p w14:paraId="48788FD0" w14:textId="77777777" w:rsidR="00305240" w:rsidRDefault="00036B80" w:rsidP="00305240">
      <w:pPr>
        <w:pStyle w:val="ListParagraph"/>
        <w:keepNext/>
        <w:widowControl w:val="0"/>
        <w:numPr>
          <w:ilvl w:val="3"/>
          <w:numId w:val="9"/>
        </w:numPr>
        <w:ind w:left="1247" w:hanging="1077"/>
        <w:jc w:val="both"/>
        <w:rPr>
          <w:color w:val="000000"/>
        </w:rPr>
      </w:pPr>
      <w:r w:rsidRPr="00305240">
        <w:rPr>
          <w:color w:val="000000"/>
        </w:rPr>
        <w:t xml:space="preserve">ehitaja </w:t>
      </w:r>
      <w:r w:rsidR="00B61F70" w:rsidRPr="00305240">
        <w:rPr>
          <w:color w:val="000000"/>
        </w:rPr>
        <w:t xml:space="preserve">poolt </w:t>
      </w:r>
      <w:r w:rsidRPr="00305240">
        <w:rPr>
          <w:color w:val="000000"/>
        </w:rPr>
        <w:t>k</w:t>
      </w:r>
      <w:r w:rsidR="000D17C9" w:rsidRPr="00305240">
        <w:rPr>
          <w:color w:val="000000"/>
        </w:rPr>
        <w:t>äsundiandja</w:t>
      </w:r>
      <w:r w:rsidR="00B61F70" w:rsidRPr="00305240">
        <w:rPr>
          <w:color w:val="000000"/>
        </w:rPr>
        <w:t xml:space="preserve">le üleantavad tööd on üle vaadatud ja </w:t>
      </w:r>
      <w:r w:rsidRPr="00305240">
        <w:rPr>
          <w:color w:val="000000"/>
        </w:rPr>
        <w:t>k</w:t>
      </w:r>
      <w:r w:rsidR="000D17C9" w:rsidRPr="00305240">
        <w:rPr>
          <w:color w:val="000000"/>
        </w:rPr>
        <w:t>äsundisaaja</w:t>
      </w:r>
      <w:r w:rsidR="00B676DC" w:rsidRPr="00305240">
        <w:rPr>
          <w:color w:val="000000"/>
        </w:rPr>
        <w:t xml:space="preserve"> poolt on </w:t>
      </w:r>
      <w:r w:rsidRPr="00305240">
        <w:rPr>
          <w:color w:val="000000"/>
        </w:rPr>
        <w:t>k</w:t>
      </w:r>
      <w:r w:rsidR="000D17C9" w:rsidRPr="00305240">
        <w:rPr>
          <w:color w:val="000000"/>
        </w:rPr>
        <w:t>äsundiandja</w:t>
      </w:r>
      <w:r w:rsidR="00B676DC" w:rsidRPr="00305240">
        <w:rPr>
          <w:color w:val="000000"/>
        </w:rPr>
        <w:t>le antud teave üleantavate tööde kohasuse kohta.</w:t>
      </w:r>
    </w:p>
    <w:p w14:paraId="1DADDC31" w14:textId="77777777" w:rsidR="00305240" w:rsidRDefault="00DC4A8F" w:rsidP="00740533">
      <w:pPr>
        <w:pStyle w:val="ListParagraph"/>
        <w:numPr>
          <w:ilvl w:val="1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Fikseeri</w:t>
      </w:r>
      <w:r w:rsidR="003001D6" w:rsidRPr="00305240">
        <w:rPr>
          <w:color w:val="000000"/>
        </w:rPr>
        <w:t>d</w:t>
      </w:r>
      <w:r w:rsidRPr="00305240">
        <w:rPr>
          <w:color w:val="000000"/>
        </w:rPr>
        <w:t xml:space="preserve">a </w:t>
      </w:r>
      <w:r w:rsidR="00C201B3" w:rsidRPr="00305240">
        <w:rPr>
          <w:color w:val="000000"/>
        </w:rPr>
        <w:t>oma viibimised ehitusplatsil ning võimalikud märkused</w:t>
      </w:r>
      <w:r w:rsidRPr="00305240">
        <w:rPr>
          <w:color w:val="000000"/>
        </w:rPr>
        <w:t xml:space="preserve"> </w:t>
      </w:r>
      <w:r w:rsidR="00036B80" w:rsidRPr="00305240">
        <w:rPr>
          <w:color w:val="000000"/>
        </w:rPr>
        <w:t>ehitaja</w:t>
      </w:r>
      <w:r w:rsidRPr="00305240">
        <w:rPr>
          <w:color w:val="000000"/>
        </w:rPr>
        <w:t xml:space="preserve"> poolt täidetavasse päevikusse.</w:t>
      </w:r>
    </w:p>
    <w:p w14:paraId="4A166B9F" w14:textId="77777777" w:rsidR="00305240" w:rsidRDefault="00DC4A8F" w:rsidP="00740533">
      <w:pPr>
        <w:pStyle w:val="ListParagraph"/>
        <w:numPr>
          <w:ilvl w:val="1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Kooskõlasta</w:t>
      </w:r>
      <w:r w:rsidR="003001D6" w:rsidRPr="00305240">
        <w:rPr>
          <w:color w:val="000000"/>
        </w:rPr>
        <w:t>d</w:t>
      </w:r>
      <w:r w:rsidR="007641CC" w:rsidRPr="00305240">
        <w:rPr>
          <w:color w:val="000000"/>
        </w:rPr>
        <w:t>a e</w:t>
      </w:r>
      <w:r w:rsidRPr="00305240">
        <w:rPr>
          <w:color w:val="000000"/>
        </w:rPr>
        <w:t>hitustööde üleandmise-vastuvõtmise aktid.</w:t>
      </w:r>
    </w:p>
    <w:p w14:paraId="32FA3221" w14:textId="77777777" w:rsidR="00305240" w:rsidRPr="00305240" w:rsidRDefault="00740533" w:rsidP="00740533">
      <w:pPr>
        <w:pStyle w:val="ListParagraph"/>
        <w:numPr>
          <w:ilvl w:val="1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V</w:t>
      </w:r>
      <w:r w:rsidRPr="003D33F7">
        <w:t>ajadusel</w:t>
      </w:r>
      <w:r w:rsidRPr="00740533">
        <w:t xml:space="preserve"> vaatama garantiiperioodi jooksul koos käsundiandjaga üle ehitisel ilmnenud mittevastavused ning osalema enne garantiiaja lõppu toimuval garantiiülevaatusel</w:t>
      </w:r>
      <w:r>
        <w:t>.</w:t>
      </w:r>
    </w:p>
    <w:p w14:paraId="7E7471E2" w14:textId="57576DEF" w:rsidR="00305240" w:rsidRPr="00305240" w:rsidRDefault="008C26E6" w:rsidP="00305240">
      <w:pPr>
        <w:pStyle w:val="ListParagraph"/>
        <w:numPr>
          <w:ilvl w:val="1"/>
          <w:numId w:val="9"/>
        </w:numPr>
        <w:jc w:val="both"/>
        <w:rPr>
          <w:color w:val="000000"/>
        </w:rPr>
      </w:pPr>
      <w:r>
        <w:t xml:space="preserve">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305240">
        <w:rPr>
          <w:color w:val="000000" w:themeColor="text1"/>
        </w:rPr>
        <w:t xml:space="preserve">Välismaine teenuseosutaja peab järgima temale kehtivaid nõudeid. </w:t>
      </w:r>
    </w:p>
    <w:p w14:paraId="50215C9D" w14:textId="77777777" w:rsidR="00305240" w:rsidRPr="00305240" w:rsidRDefault="00305240" w:rsidP="00305240">
      <w:pPr>
        <w:pStyle w:val="ListParagraph"/>
        <w:ind w:left="0"/>
        <w:jc w:val="both"/>
        <w:rPr>
          <w:color w:val="000000"/>
        </w:rPr>
      </w:pPr>
    </w:p>
    <w:p w14:paraId="1DB7D9B3" w14:textId="2EFEC265" w:rsidR="0005270D" w:rsidRPr="00305240" w:rsidRDefault="000D17C9" w:rsidP="00305240">
      <w:pPr>
        <w:pStyle w:val="ListParagraph"/>
        <w:numPr>
          <w:ilvl w:val="0"/>
          <w:numId w:val="9"/>
        </w:numPr>
        <w:jc w:val="both"/>
        <w:rPr>
          <w:color w:val="000000"/>
        </w:rPr>
      </w:pPr>
      <w:r w:rsidRPr="00305240">
        <w:rPr>
          <w:b/>
          <w:bCs/>
        </w:rPr>
        <w:t>Käsundiandja</w:t>
      </w:r>
      <w:r w:rsidR="0005270D" w:rsidRPr="00305240">
        <w:rPr>
          <w:b/>
          <w:bCs/>
        </w:rPr>
        <w:t xml:space="preserve"> kohustused</w:t>
      </w:r>
      <w:r w:rsidR="0005270D" w:rsidRPr="00305240">
        <w:rPr>
          <w:b/>
        </w:rPr>
        <w:t xml:space="preserve"> </w:t>
      </w:r>
    </w:p>
    <w:p w14:paraId="381AB40D" w14:textId="77777777" w:rsidR="00305240" w:rsidRDefault="00E36F5B" w:rsidP="0030524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14:paraId="14C9C55E" w14:textId="77777777" w:rsidR="00305240" w:rsidRPr="00305240" w:rsidRDefault="003001D6" w:rsidP="00305240">
      <w:pPr>
        <w:pStyle w:val="ListParagraph"/>
        <w:numPr>
          <w:ilvl w:val="1"/>
          <w:numId w:val="28"/>
        </w:numPr>
        <w:jc w:val="both"/>
      </w:pPr>
      <w:r w:rsidRPr="00305240">
        <w:t>A</w:t>
      </w:r>
      <w:r w:rsidR="0005270D" w:rsidRPr="00305240">
        <w:t>n</w:t>
      </w:r>
      <w:r w:rsidRPr="00305240">
        <w:t>da</w:t>
      </w:r>
      <w:r w:rsidR="0005270D" w:rsidRPr="00305240">
        <w:t xml:space="preserve"> </w:t>
      </w:r>
      <w:r w:rsidR="00036B80" w:rsidRPr="00305240">
        <w:t>k</w:t>
      </w:r>
      <w:r w:rsidR="000D17C9" w:rsidRPr="00305240">
        <w:t>äsundisaaja</w:t>
      </w:r>
      <w:r w:rsidR="0005270D" w:rsidRPr="00305240">
        <w:t xml:space="preserve">le üle </w:t>
      </w:r>
      <w:r w:rsidR="00E36F5B" w:rsidRPr="00305240">
        <w:t xml:space="preserve">„Omanikujärelevalve korra“ § 3 lõikes 2 loetletud dokumendid. </w:t>
      </w:r>
    </w:p>
    <w:p w14:paraId="20A170AB" w14:textId="77777777" w:rsidR="00305240" w:rsidRPr="00305240" w:rsidRDefault="003001D6" w:rsidP="00305240">
      <w:pPr>
        <w:pStyle w:val="ListParagraph"/>
        <w:numPr>
          <w:ilvl w:val="1"/>
          <w:numId w:val="28"/>
        </w:numPr>
        <w:jc w:val="both"/>
        <w:rPr>
          <w:b/>
        </w:rPr>
      </w:pPr>
      <w:r w:rsidRPr="00305240">
        <w:t>Anda</w:t>
      </w:r>
      <w:r w:rsidR="0005270D" w:rsidRPr="00305240">
        <w:t xml:space="preserve"> </w:t>
      </w:r>
      <w:r w:rsidR="00036B80" w:rsidRPr="00305240">
        <w:t>k</w:t>
      </w:r>
      <w:r w:rsidR="000D17C9" w:rsidRPr="00305240">
        <w:t>äsundisaaja</w:t>
      </w:r>
      <w:r w:rsidR="00DC4A8F" w:rsidRPr="00305240">
        <w:t xml:space="preserve">le üle </w:t>
      </w:r>
      <w:r w:rsidR="00036B80" w:rsidRPr="00305240">
        <w:t>e</w:t>
      </w:r>
      <w:r w:rsidR="002E06C0" w:rsidRPr="00305240">
        <w:t>hitusprojekti d</w:t>
      </w:r>
      <w:r w:rsidR="00DC4A8F" w:rsidRPr="00305240">
        <w:t>okumentide m</w:t>
      </w:r>
      <w:r w:rsidR="0005270D" w:rsidRPr="00305240">
        <w:t>uudatused samaaegselt nend</w:t>
      </w:r>
      <w:r w:rsidR="00DC4A8F" w:rsidRPr="00305240">
        <w:t xml:space="preserve">e ülendamisega </w:t>
      </w:r>
      <w:r w:rsidR="00036B80" w:rsidRPr="00305240">
        <w:t>ehitajale</w:t>
      </w:r>
      <w:r w:rsidR="00DC4A8F" w:rsidRPr="00305240">
        <w:t xml:space="preserve">, sh </w:t>
      </w:r>
      <w:r w:rsidR="00036B80" w:rsidRPr="00305240">
        <w:rPr>
          <w:color w:val="000000"/>
        </w:rPr>
        <w:t>ehitajaga</w:t>
      </w:r>
      <w:r w:rsidR="00DC4A8F" w:rsidRPr="00305240">
        <w:rPr>
          <w:color w:val="000000"/>
        </w:rPr>
        <w:t xml:space="preserve"> kokkulepitud ajagraafiku ning</w:t>
      </w:r>
      <w:r w:rsidR="007641CC" w:rsidRPr="00305240">
        <w:rPr>
          <w:color w:val="000000"/>
        </w:rPr>
        <w:t xml:space="preserve"> nõudma </w:t>
      </w:r>
      <w:r w:rsidR="00036B80" w:rsidRPr="00305240">
        <w:rPr>
          <w:color w:val="000000"/>
        </w:rPr>
        <w:t>ehitajalt</w:t>
      </w:r>
      <w:r w:rsidR="007641CC" w:rsidRPr="00305240">
        <w:rPr>
          <w:color w:val="000000"/>
        </w:rPr>
        <w:t xml:space="preserve"> ehitustööde</w:t>
      </w:r>
      <w:r w:rsidR="00DC4A8F" w:rsidRPr="00305240">
        <w:rPr>
          <w:color w:val="000000"/>
        </w:rPr>
        <w:t xml:space="preserve"> dokumenteerimist</w:t>
      </w:r>
      <w:r w:rsidR="002E06C0" w:rsidRPr="00305240">
        <w:rPr>
          <w:color w:val="000000"/>
        </w:rPr>
        <w:t>.</w:t>
      </w:r>
    </w:p>
    <w:p w14:paraId="080CEDC9" w14:textId="77777777" w:rsidR="00305240" w:rsidRPr="00305240" w:rsidRDefault="003001D6" w:rsidP="00305240">
      <w:pPr>
        <w:pStyle w:val="ListParagraph"/>
        <w:numPr>
          <w:ilvl w:val="1"/>
          <w:numId w:val="28"/>
        </w:numPr>
        <w:jc w:val="both"/>
        <w:rPr>
          <w:b/>
        </w:rPr>
      </w:pPr>
      <w:r w:rsidRPr="0091069E">
        <w:t>Vastutada</w:t>
      </w:r>
      <w:r w:rsidR="002E06C0" w:rsidRPr="0091069E">
        <w:t xml:space="preserve"> ehitusplatsi, seal toimuva e</w:t>
      </w:r>
      <w:r w:rsidR="0005270D" w:rsidRPr="0091069E">
        <w:t>hitust</w:t>
      </w:r>
      <w:r w:rsidR="002E06C0" w:rsidRPr="0091069E">
        <w:t xml:space="preserve">öö ja sellega kaasneda võivate </w:t>
      </w:r>
      <w:r w:rsidR="0005270D" w:rsidRPr="0091069E">
        <w:t xml:space="preserve">kõrvalmõjude eest ümbritsevale keskkonnale, välja arvatud osas, mis on lepinguga üle antud </w:t>
      </w:r>
      <w:r w:rsidR="008F0B72" w:rsidRPr="0091069E">
        <w:t>projekteerijale</w:t>
      </w:r>
      <w:r w:rsidR="002E06C0"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14:paraId="45F2955B" w14:textId="77777777" w:rsidR="00305240" w:rsidRPr="00305240" w:rsidRDefault="003001D6" w:rsidP="00305240">
      <w:pPr>
        <w:pStyle w:val="ListParagraph"/>
        <w:numPr>
          <w:ilvl w:val="1"/>
          <w:numId w:val="28"/>
        </w:numPr>
        <w:jc w:val="both"/>
        <w:rPr>
          <w:b/>
        </w:rPr>
      </w:pPr>
      <w:r w:rsidRPr="0091069E">
        <w:t>Esitada</w:t>
      </w:r>
      <w:r w:rsidR="00D10CBA" w:rsidRPr="0091069E">
        <w:t xml:space="preserve"> kolmandale osapoolele, s</w:t>
      </w:r>
      <w:r w:rsidR="002E06C0"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projekteerijale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="002E06C0" w:rsidRPr="0091069E">
        <w:t>epin</w:t>
      </w:r>
      <w:r w:rsidR="00036B80">
        <w:t>gu tingimuste ja ehituslepingu</w:t>
      </w:r>
      <w:r w:rsidR="002E06C0"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14:paraId="579B9AC9" w14:textId="2E980A73" w:rsidR="00305240" w:rsidRPr="00305240" w:rsidRDefault="00036B80" w:rsidP="00305240">
      <w:pPr>
        <w:pStyle w:val="ListParagraph"/>
        <w:numPr>
          <w:ilvl w:val="1"/>
          <w:numId w:val="28"/>
        </w:numPr>
        <w:jc w:val="both"/>
        <w:rPr>
          <w:b/>
        </w:rPr>
      </w:pPr>
      <w:r>
        <w:t>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14:paraId="19D5B8F8" w14:textId="77777777" w:rsidR="00305240" w:rsidRPr="00305240" w:rsidRDefault="00305240" w:rsidP="00305240">
      <w:pPr>
        <w:pStyle w:val="ListParagraph"/>
        <w:ind w:left="0"/>
        <w:jc w:val="both"/>
        <w:rPr>
          <w:b/>
        </w:rPr>
      </w:pPr>
    </w:p>
    <w:p w14:paraId="0A4343AE" w14:textId="066174DC" w:rsidR="00305240" w:rsidRPr="00BA3D2A" w:rsidRDefault="0005270D" w:rsidP="00BA3D2A">
      <w:pPr>
        <w:pStyle w:val="ListParagraph"/>
        <w:numPr>
          <w:ilvl w:val="0"/>
          <w:numId w:val="28"/>
        </w:numPr>
        <w:spacing w:after="120"/>
        <w:jc w:val="both"/>
        <w:rPr>
          <w:b/>
        </w:rPr>
      </w:pPr>
      <w:r w:rsidRPr="00305240">
        <w:rPr>
          <w:b/>
        </w:rPr>
        <w:t xml:space="preserve">Lepingu </w:t>
      </w:r>
      <w:r w:rsidR="008F0B72" w:rsidRPr="00305240">
        <w:rPr>
          <w:b/>
        </w:rPr>
        <w:t>ülesütlemine</w:t>
      </w:r>
    </w:p>
    <w:p w14:paraId="4C525A52" w14:textId="77777777" w:rsidR="00305240" w:rsidRPr="00305240" w:rsidRDefault="00036B80" w:rsidP="00BA3D2A">
      <w:pPr>
        <w:pStyle w:val="ListParagraph"/>
        <w:numPr>
          <w:ilvl w:val="1"/>
          <w:numId w:val="28"/>
        </w:numPr>
        <w:spacing w:after="120"/>
        <w:jc w:val="both"/>
        <w:rPr>
          <w:b/>
        </w:rPr>
      </w:pPr>
      <w:r>
        <w:t>Käsundisaajal on õigus l</w:t>
      </w:r>
      <w:r w:rsidR="002E06C0" w:rsidRPr="0091069E">
        <w:t>eping ennetähtaegselt üles öelda, kui:</w:t>
      </w:r>
    </w:p>
    <w:p w14:paraId="3BB3B132" w14:textId="77777777" w:rsidR="00305240" w:rsidRPr="00305240" w:rsidRDefault="00036B80" w:rsidP="002E06C0">
      <w:pPr>
        <w:pStyle w:val="ListParagraph"/>
        <w:numPr>
          <w:ilvl w:val="2"/>
          <w:numId w:val="28"/>
        </w:numPr>
        <w:jc w:val="both"/>
        <w:rPr>
          <w:b/>
        </w:rPr>
      </w:pPr>
      <w:r>
        <w:t xml:space="preserve">käsundiandja rikub </w:t>
      </w:r>
      <w:r w:rsidR="00223AF7">
        <w:t xml:space="preserve">olulisel määral </w:t>
      </w:r>
      <w:r>
        <w:t>l</w:t>
      </w:r>
      <w:r w:rsidR="002E06C0" w:rsidRPr="0091069E">
        <w:t>epinguga võetud kohustusi;</w:t>
      </w:r>
    </w:p>
    <w:p w14:paraId="7DDB6839" w14:textId="77777777" w:rsidR="00305240" w:rsidRPr="00305240" w:rsidRDefault="00036B80" w:rsidP="002E06C0">
      <w:pPr>
        <w:pStyle w:val="ListParagraph"/>
        <w:numPr>
          <w:ilvl w:val="2"/>
          <w:numId w:val="28"/>
        </w:numPr>
        <w:jc w:val="both"/>
        <w:rPr>
          <w:b/>
        </w:rPr>
      </w:pPr>
      <w:r>
        <w:t>k</w:t>
      </w:r>
      <w:r w:rsidR="002E06C0" w:rsidRPr="0091069E">
        <w:t>äsundiandja lõpetab oma tegevuse või osutub maksujõuetuks</w:t>
      </w:r>
      <w:r w:rsidR="00223AF7">
        <w:t>.</w:t>
      </w:r>
    </w:p>
    <w:p w14:paraId="40C07104" w14:textId="77777777" w:rsidR="00305240" w:rsidRPr="00305240" w:rsidRDefault="00223AF7" w:rsidP="002E06C0">
      <w:pPr>
        <w:pStyle w:val="ListParagraph"/>
        <w:numPr>
          <w:ilvl w:val="1"/>
          <w:numId w:val="28"/>
        </w:numPr>
        <w:jc w:val="both"/>
        <w:rPr>
          <w:b/>
        </w:rPr>
      </w:pPr>
      <w:r>
        <w:t>K</w:t>
      </w:r>
      <w:r w:rsidR="00036B80">
        <w:t>äsundiandjal on õigus l</w:t>
      </w:r>
      <w:r w:rsidR="002E06C0" w:rsidRPr="0091069E">
        <w:t>eping ennetähtaegselt üles öelda, kui:</w:t>
      </w:r>
    </w:p>
    <w:p w14:paraId="6EF195B8" w14:textId="77777777" w:rsidR="00305240" w:rsidRPr="00305240" w:rsidRDefault="002E06C0" w:rsidP="002E06C0">
      <w:pPr>
        <w:pStyle w:val="ListParagraph"/>
        <w:numPr>
          <w:ilvl w:val="2"/>
          <w:numId w:val="28"/>
        </w:numPr>
        <w:jc w:val="both"/>
        <w:rPr>
          <w:b/>
        </w:rPr>
      </w:pPr>
      <w:r w:rsidRPr="0091069E">
        <w:t> i</w:t>
      </w:r>
      <w:r w:rsidR="00036B80">
        <w:t>lmnevad asjaolud, mis muudavad e</w:t>
      </w:r>
      <w:r w:rsidRPr="0091069E">
        <w:t>hitustöö jätkamise võimatuks;</w:t>
      </w:r>
    </w:p>
    <w:p w14:paraId="6FE08840" w14:textId="77777777" w:rsidR="00305240" w:rsidRPr="00305240" w:rsidRDefault="00036B80" w:rsidP="002E06C0">
      <w:pPr>
        <w:pStyle w:val="ListParagraph"/>
        <w:numPr>
          <w:ilvl w:val="2"/>
          <w:numId w:val="28"/>
        </w:numPr>
        <w:jc w:val="both"/>
        <w:rPr>
          <w:b/>
        </w:rPr>
      </w:pPr>
      <w:r>
        <w:t>k</w:t>
      </w:r>
      <w:r w:rsidR="002E06C0" w:rsidRPr="0091069E">
        <w:t>äsundiandja lõpetab oma tegevuse;</w:t>
      </w:r>
    </w:p>
    <w:p w14:paraId="4B58CD86" w14:textId="77777777" w:rsidR="00305240" w:rsidRPr="00305240" w:rsidRDefault="00036B80" w:rsidP="002E06C0">
      <w:pPr>
        <w:pStyle w:val="ListParagraph"/>
        <w:numPr>
          <w:ilvl w:val="2"/>
          <w:numId w:val="28"/>
        </w:numPr>
        <w:jc w:val="both"/>
        <w:rPr>
          <w:b/>
        </w:rPr>
      </w:pPr>
      <w:r>
        <w:t>k</w:t>
      </w:r>
      <w:r w:rsidR="002E06C0" w:rsidRPr="0091069E">
        <w:t xml:space="preserve">äsundisaaja lõpetab oma tegevuse, kuulutatakse pankrotisolevaks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14:paraId="650F5E43" w14:textId="77777777" w:rsidR="00305240" w:rsidRPr="00305240" w:rsidRDefault="00036B80" w:rsidP="002E06C0">
      <w:pPr>
        <w:pStyle w:val="ListParagraph"/>
        <w:numPr>
          <w:ilvl w:val="2"/>
          <w:numId w:val="28"/>
        </w:numPr>
        <w:jc w:val="both"/>
        <w:rPr>
          <w:b/>
        </w:rPr>
      </w:pPr>
      <w:r>
        <w:t>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14:paraId="4F2B970F" w14:textId="571F91B2" w:rsidR="00305240" w:rsidRPr="00305240" w:rsidRDefault="001B50C3" w:rsidP="00305240">
      <w:pPr>
        <w:pStyle w:val="ListParagraph"/>
        <w:numPr>
          <w:ilvl w:val="2"/>
          <w:numId w:val="28"/>
        </w:numPr>
        <w:jc w:val="both"/>
        <w:rPr>
          <w:b/>
        </w:rPr>
      </w:pPr>
      <w:r>
        <w:t xml:space="preserve">käsundisaaja rikub olulisel määral lepingut, mh </w:t>
      </w:r>
      <w:r w:rsidR="0011386C">
        <w:t>ei taga käsundi täitmist isiklikult vastava erialase pädevusega spetsialisti poolt vastavalt lepingu ja riigihanke</w:t>
      </w:r>
      <w:r w:rsidR="00305240">
        <w:t>dokumentide nõuetele.</w:t>
      </w:r>
    </w:p>
    <w:p w14:paraId="7125476E" w14:textId="77777777" w:rsidR="00305240" w:rsidRPr="00305240" w:rsidRDefault="00305240" w:rsidP="00305240">
      <w:pPr>
        <w:pStyle w:val="ListParagraph"/>
        <w:ind w:left="141"/>
        <w:jc w:val="both"/>
        <w:rPr>
          <w:b/>
        </w:rPr>
      </w:pPr>
    </w:p>
    <w:p w14:paraId="5F2A3E77" w14:textId="77777777" w:rsidR="00305240" w:rsidRDefault="0044482F" w:rsidP="00305240">
      <w:pPr>
        <w:pStyle w:val="ListParagraph"/>
        <w:numPr>
          <w:ilvl w:val="0"/>
          <w:numId w:val="28"/>
        </w:numPr>
        <w:spacing w:after="120"/>
        <w:jc w:val="both"/>
        <w:rPr>
          <w:b/>
        </w:rPr>
      </w:pPr>
      <w:r w:rsidRPr="00305240">
        <w:rPr>
          <w:b/>
        </w:rPr>
        <w:t>Poolte volitatud esindajad</w:t>
      </w:r>
    </w:p>
    <w:p w14:paraId="6EBF2C4C" w14:textId="77777777" w:rsidR="00305240" w:rsidRPr="00305240" w:rsidRDefault="0005270D" w:rsidP="00305240">
      <w:pPr>
        <w:pStyle w:val="ListParagraph"/>
        <w:numPr>
          <w:ilvl w:val="1"/>
          <w:numId w:val="28"/>
        </w:numPr>
        <w:spacing w:after="120"/>
        <w:jc w:val="both"/>
        <w:rPr>
          <w:b/>
        </w:rPr>
      </w:pPr>
      <w:r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Pr="0091069E">
        <w:t xml:space="preserve"> ja </w:t>
      </w:r>
      <w:r w:rsidR="00036B80">
        <w:t>k</w:t>
      </w:r>
      <w:r w:rsidR="000D17C9" w:rsidRPr="0091069E">
        <w:t>äsundisaaja</w:t>
      </w:r>
      <w:r w:rsidRPr="0091069E">
        <w:t xml:space="preserve"> ehitusplatsile </w:t>
      </w:r>
      <w:r w:rsidR="0044482F" w:rsidRPr="0091069E">
        <w:t xml:space="preserve">oma </w:t>
      </w:r>
      <w:r w:rsidRPr="0091069E">
        <w:t>täievolilis</w:t>
      </w:r>
      <w:r w:rsidR="00036B80">
        <w:t>e esindaja, kes on kompetentne</w:t>
      </w:r>
      <w:r w:rsidR="00B26CD5">
        <w:t xml:space="preserve"> l</w:t>
      </w:r>
      <w:r w:rsidRPr="0091069E">
        <w:t xml:space="preserve">epingus kirjeldatud tööde osas ja kellega teine </w:t>
      </w:r>
      <w:r w:rsidR="00036B80">
        <w:t>p</w:t>
      </w:r>
      <w:r w:rsidR="0044482F" w:rsidRPr="0091069E">
        <w:t>ool</w:t>
      </w:r>
      <w:r w:rsidRPr="0091069E">
        <w:t xml:space="preserve"> v</w:t>
      </w:r>
      <w:r w:rsidR="00C65D59" w:rsidRPr="0091069E">
        <w:t>õi</w:t>
      </w:r>
      <w:r w:rsidRPr="0091069E">
        <w:t xml:space="preserve"> tema volitatud esindaja saab lahendada k</w:t>
      </w:r>
      <w:r w:rsidR="00C65D59" w:rsidRPr="0091069E">
        <w:t>õ</w:t>
      </w:r>
      <w:r w:rsidRPr="0091069E">
        <w:t xml:space="preserve">ik probleemid seoses </w:t>
      </w:r>
      <w:r w:rsidR="00036B80">
        <w:t>l</w:t>
      </w:r>
      <w:r w:rsidR="0044482F" w:rsidRPr="0091069E">
        <w:t>epingu täitmisega.</w:t>
      </w:r>
      <w:r w:rsidRPr="0091069E">
        <w:t xml:space="preserve"> </w:t>
      </w:r>
    </w:p>
    <w:p w14:paraId="11B243FF" w14:textId="35BA69A0" w:rsidR="00305240" w:rsidRPr="00305240" w:rsidRDefault="000D17C9" w:rsidP="007449A5">
      <w:pPr>
        <w:pStyle w:val="ListParagraph"/>
        <w:numPr>
          <w:ilvl w:val="1"/>
          <w:numId w:val="28"/>
        </w:numPr>
        <w:jc w:val="both"/>
        <w:rPr>
          <w:b/>
        </w:rPr>
      </w:pPr>
      <w:r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5F698B">
        <w:t>nimi</w:t>
      </w:r>
      <w:r w:rsidR="00CE017D">
        <w:t xml:space="preserve"> Andri Plato</w:t>
      </w:r>
      <w:r w:rsidR="00AB20AD">
        <w:t>,</w:t>
      </w:r>
      <w:r w:rsidR="006F49E4">
        <w:t xml:space="preserve"> </w:t>
      </w:r>
      <w:r w:rsidR="009C7786" w:rsidRPr="0091069E">
        <w:t xml:space="preserve"> tel. </w:t>
      </w:r>
      <w:r w:rsidR="00CE017D">
        <w:t>54004851</w:t>
      </w:r>
      <w:r w:rsidR="00AB20AD">
        <w:t>,  e-post</w:t>
      </w:r>
      <w:r w:rsidR="00CE017D">
        <w:t xml:space="preserve"> andri.plato@rmk.ee</w:t>
      </w:r>
    </w:p>
    <w:p w14:paraId="64E8245C" w14:textId="0C85EC09" w:rsidR="00305240" w:rsidRPr="00305240" w:rsidRDefault="000D17C9" w:rsidP="00305240">
      <w:pPr>
        <w:pStyle w:val="ListParagraph"/>
        <w:numPr>
          <w:ilvl w:val="1"/>
          <w:numId w:val="28"/>
        </w:numPr>
        <w:spacing w:after="120"/>
        <w:jc w:val="both"/>
        <w:rPr>
          <w:b/>
        </w:rPr>
      </w:pPr>
      <w:r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  <w:r w:rsidR="00CE017D">
        <w:t>Eldur Kalmann, +</w:t>
      </w:r>
      <w:r w:rsidR="00CE017D" w:rsidRPr="00CE017D">
        <w:t>372 56653343</w:t>
      </w:r>
      <w:r w:rsidR="00CE017D">
        <w:t xml:space="preserve">, </w:t>
      </w:r>
      <w:r w:rsidR="00CE017D" w:rsidRPr="00CE017D">
        <w:t>eldur1001@gmail.com</w:t>
      </w:r>
      <w:r w:rsidR="00CE017D">
        <w:t>.</w:t>
      </w:r>
    </w:p>
    <w:p w14:paraId="716D7470" w14:textId="77777777" w:rsidR="00305240" w:rsidRDefault="005F2E86" w:rsidP="00305240">
      <w:pPr>
        <w:pStyle w:val="ListParagraph"/>
        <w:numPr>
          <w:ilvl w:val="0"/>
          <w:numId w:val="28"/>
        </w:numPr>
        <w:spacing w:after="120"/>
        <w:jc w:val="both"/>
        <w:rPr>
          <w:b/>
        </w:rPr>
      </w:pPr>
      <w:r w:rsidRPr="00305240">
        <w:rPr>
          <w:b/>
        </w:rPr>
        <w:t>Teadete edastamine</w:t>
      </w:r>
    </w:p>
    <w:p w14:paraId="546BC00C" w14:textId="77777777" w:rsidR="00305240" w:rsidRPr="00305240" w:rsidRDefault="005F2E86" w:rsidP="00305240">
      <w:pPr>
        <w:pStyle w:val="ListParagraph"/>
        <w:numPr>
          <w:ilvl w:val="1"/>
          <w:numId w:val="28"/>
        </w:numPr>
        <w:jc w:val="both"/>
        <w:rPr>
          <w:b/>
        </w:rPr>
      </w:pPr>
      <w:r>
        <w:t xml:space="preserve">Lepinguga seotud teated edastatakse </w:t>
      </w:r>
      <w:r w:rsidR="00036B80">
        <w:t>telefoni teel või e-kirja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14:paraId="441C6995" w14:textId="77777777" w:rsidR="00305240" w:rsidRPr="00305240" w:rsidRDefault="005F2E86" w:rsidP="00305240">
      <w:pPr>
        <w:pStyle w:val="ListParagraph"/>
        <w:numPr>
          <w:ilvl w:val="1"/>
          <w:numId w:val="28"/>
        </w:numPr>
        <w:jc w:val="both"/>
        <w:rPr>
          <w:b/>
        </w:rPr>
      </w:pPr>
      <w:r>
        <w:t>E-kirja teel edastatud teated peetakse kättesaaduks alates teate edastamisele järgnevast tööpäevast.</w:t>
      </w:r>
    </w:p>
    <w:p w14:paraId="726E16BF" w14:textId="1ABA56D8" w:rsidR="00305240" w:rsidRPr="00305240" w:rsidRDefault="005F2E86" w:rsidP="00305240">
      <w:pPr>
        <w:pStyle w:val="ListParagraph"/>
        <w:numPr>
          <w:ilvl w:val="1"/>
          <w:numId w:val="28"/>
        </w:numPr>
        <w:jc w:val="both"/>
        <w:rPr>
          <w:b/>
        </w:rPr>
      </w:pPr>
      <w:r>
        <w:t>Lepingust taganemise avaldused n</w:t>
      </w:r>
      <w:r w:rsidR="00036B80">
        <w:t>ing lepingu rikkumisel teisele p</w:t>
      </w:r>
      <w:r>
        <w:t>oolele esitatavad nõudekirjad peavad olema kirjalikus vormis. Kirjaliku vormiga on võrdsustatud digitaalselt allkirjastatud elektrooniline dokument. Viimane vorminõue on täidetud ka juhul, kui teade edastatakse e-kirja teel.</w:t>
      </w:r>
    </w:p>
    <w:p w14:paraId="79A261A0" w14:textId="77777777" w:rsidR="00305240" w:rsidRPr="00305240" w:rsidRDefault="00305240" w:rsidP="00305240">
      <w:pPr>
        <w:pStyle w:val="ListParagraph"/>
        <w:ind w:left="0"/>
        <w:jc w:val="both"/>
        <w:rPr>
          <w:b/>
        </w:rPr>
      </w:pPr>
    </w:p>
    <w:p w14:paraId="039DD25E" w14:textId="77777777" w:rsidR="00305240" w:rsidRDefault="0044482F" w:rsidP="00305240">
      <w:pPr>
        <w:pStyle w:val="ListParagraph"/>
        <w:numPr>
          <w:ilvl w:val="0"/>
          <w:numId w:val="28"/>
        </w:numPr>
        <w:spacing w:after="120"/>
        <w:jc w:val="both"/>
        <w:rPr>
          <w:b/>
        </w:rPr>
      </w:pPr>
      <w:r w:rsidRPr="00305240">
        <w:rPr>
          <w:b/>
        </w:rPr>
        <w:t>Lõppsätted</w:t>
      </w:r>
    </w:p>
    <w:p w14:paraId="5C1B4E6D" w14:textId="77777777" w:rsidR="00305240" w:rsidRPr="00305240" w:rsidRDefault="00036B80" w:rsidP="00305240">
      <w:pPr>
        <w:pStyle w:val="ListParagraph"/>
        <w:numPr>
          <w:ilvl w:val="1"/>
          <w:numId w:val="28"/>
        </w:numPr>
        <w:jc w:val="both"/>
        <w:rPr>
          <w:b/>
        </w:rPr>
      </w:pPr>
      <w:r w:rsidRPr="00305240">
        <w:rPr>
          <w:bCs/>
        </w:rPr>
        <w:t>Kõik l</w:t>
      </w:r>
      <w:r w:rsidR="0044482F" w:rsidRPr="00305240">
        <w:rPr>
          <w:bCs/>
        </w:rPr>
        <w:t>epingu muudatused jõustuvad päras</w:t>
      </w:r>
      <w:r w:rsidRPr="00305240">
        <w:rPr>
          <w:bCs/>
        </w:rPr>
        <w:t>t nende allakirjutamist mõlema p</w:t>
      </w:r>
      <w:r w:rsidR="0044482F" w:rsidRPr="00305240">
        <w:rPr>
          <w:bCs/>
        </w:rPr>
        <w:t xml:space="preserve">oole poolt </w:t>
      </w:r>
      <w:r w:rsidRPr="00305240">
        <w:rPr>
          <w:bCs/>
        </w:rPr>
        <w:t>al</w:t>
      </w:r>
      <w:r w:rsidRPr="00305240">
        <w:rPr>
          <w:bCs/>
        </w:rPr>
        <w:softHyphen/>
        <w:t>lakirjutamise momendist või p</w:t>
      </w:r>
      <w:r w:rsidR="0044482F" w:rsidRPr="00305240">
        <w:rPr>
          <w:bCs/>
        </w:rPr>
        <w:t>oolte poolt kirjalikult määratud tähtajal.</w:t>
      </w:r>
    </w:p>
    <w:p w14:paraId="4FBE969F" w14:textId="70893DF8" w:rsidR="0044482F" w:rsidRPr="00305240" w:rsidRDefault="0044482F" w:rsidP="00305240">
      <w:pPr>
        <w:pStyle w:val="ListParagraph"/>
        <w:numPr>
          <w:ilvl w:val="1"/>
          <w:numId w:val="28"/>
        </w:numPr>
        <w:jc w:val="both"/>
        <w:rPr>
          <w:b/>
        </w:rPr>
      </w:pPr>
      <w:r w:rsidRPr="00305240">
        <w:rPr>
          <w:bCs/>
        </w:rPr>
        <w:t>Lepinguga seonduvaid eria</w:t>
      </w:r>
      <w:r w:rsidR="00036B80" w:rsidRPr="00305240">
        <w:rPr>
          <w:bCs/>
        </w:rPr>
        <w:t>rvamusi ja vaidlusi lahendavad p</w:t>
      </w:r>
      <w:r w:rsidRPr="00305240">
        <w:rPr>
          <w:bCs/>
        </w:rPr>
        <w:t>ooled eel</w:t>
      </w:r>
      <w:r w:rsidR="00036B80" w:rsidRPr="00305240">
        <w:rPr>
          <w:bCs/>
        </w:rPr>
        <w:t>kõige läbirääkimiste teel. Kui l</w:t>
      </w:r>
      <w:r w:rsidRPr="00305240">
        <w:rPr>
          <w:bCs/>
        </w:rPr>
        <w:t>epingust tulenevaid</w:t>
      </w:r>
      <w:r w:rsidR="00036B80" w:rsidRPr="00305240">
        <w:rPr>
          <w:bCs/>
        </w:rPr>
        <w:t xml:space="preserve"> vaidlusi ei õnnestu lahendada p</w:t>
      </w:r>
      <w:r w:rsidRPr="00305240">
        <w:rPr>
          <w:bCs/>
        </w:rPr>
        <w:t>oolte läbirääkimistega, lahen</w:t>
      </w:r>
      <w:r w:rsidRPr="00305240">
        <w:rPr>
          <w:bCs/>
        </w:rPr>
        <w:softHyphen/>
        <w:t>datakse vaidlus kostja asukohajärgses kohtus.</w:t>
      </w:r>
    </w:p>
    <w:p w14:paraId="268BED57" w14:textId="3DA2BF75" w:rsidR="0044482F" w:rsidRDefault="0044482F" w:rsidP="0044482F">
      <w:pPr>
        <w:jc w:val="both"/>
      </w:pPr>
    </w:p>
    <w:p w14:paraId="2797CC9D" w14:textId="285EF35E" w:rsidR="003A0AC1" w:rsidRDefault="003A0AC1" w:rsidP="0044482F">
      <w:pPr>
        <w:jc w:val="both"/>
      </w:pPr>
    </w:p>
    <w:p w14:paraId="5DAB2F45" w14:textId="69594895" w:rsidR="003A0AC1" w:rsidRDefault="003A0AC1" w:rsidP="0044482F">
      <w:pPr>
        <w:jc w:val="both"/>
      </w:pPr>
    </w:p>
    <w:p w14:paraId="21427391" w14:textId="215784A3" w:rsidR="003A0AC1" w:rsidRDefault="003A0AC1" w:rsidP="0044482F">
      <w:pPr>
        <w:jc w:val="both"/>
      </w:pPr>
    </w:p>
    <w:p w14:paraId="3588361C" w14:textId="40440FC3" w:rsidR="003A0AC1" w:rsidRDefault="003A0AC1" w:rsidP="0044482F">
      <w:pPr>
        <w:jc w:val="both"/>
      </w:pPr>
    </w:p>
    <w:p w14:paraId="0E1D8CBA" w14:textId="25F614BF" w:rsidR="003A0AC1" w:rsidRDefault="003A0AC1" w:rsidP="0044482F">
      <w:pPr>
        <w:jc w:val="both"/>
      </w:pPr>
    </w:p>
    <w:p w14:paraId="6C86B7D4" w14:textId="45B644F9" w:rsidR="003A0AC1" w:rsidRDefault="003A0AC1" w:rsidP="0044482F">
      <w:pPr>
        <w:jc w:val="both"/>
      </w:pPr>
    </w:p>
    <w:p w14:paraId="7C80E2B7" w14:textId="77777777" w:rsidR="003A0AC1" w:rsidRPr="00590021" w:rsidRDefault="003A0AC1" w:rsidP="0044482F">
      <w:pPr>
        <w:jc w:val="both"/>
      </w:pPr>
    </w:p>
    <w:p w14:paraId="611CEF1B" w14:textId="77777777"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t>Poolte andmed ja allkirjad: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0"/>
        <w:gridCol w:w="549"/>
        <w:gridCol w:w="4894"/>
      </w:tblGrid>
      <w:tr w:rsidR="00C25B68" w:rsidRPr="00590021" w14:paraId="6DFA8616" w14:textId="77777777" w:rsidTr="00016F0C">
        <w:tc>
          <w:tcPr>
            <w:tcW w:w="3652" w:type="dxa"/>
            <w:tcBorders>
              <w:bottom w:val="double" w:sz="4" w:space="0" w:color="auto"/>
            </w:tcBorders>
          </w:tcPr>
          <w:p w14:paraId="2E0DCA1B" w14:textId="77777777"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67" w:type="dxa"/>
          </w:tcPr>
          <w:p w14:paraId="620F4BD8" w14:textId="77777777"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993" w:type="dxa"/>
            <w:tcBorders>
              <w:bottom w:val="double" w:sz="4" w:space="0" w:color="auto"/>
            </w:tcBorders>
          </w:tcPr>
          <w:p w14:paraId="7FDD75BB" w14:textId="77777777"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14:paraId="08E2AA34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ouble" w:sz="4" w:space="0" w:color="auto"/>
              <w:bottom w:val="dashSmallGap" w:sz="4" w:space="0" w:color="auto"/>
            </w:tcBorders>
          </w:tcPr>
          <w:p w14:paraId="3EF6DD46" w14:textId="77777777"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67" w:type="dxa"/>
          </w:tcPr>
          <w:p w14:paraId="1F9393D5" w14:textId="77777777" w:rsidR="00C25B68" w:rsidRPr="00590021" w:rsidRDefault="00C25B68" w:rsidP="00016F0C"/>
        </w:tc>
        <w:tc>
          <w:tcPr>
            <w:tcW w:w="4993" w:type="dxa"/>
            <w:tcBorders>
              <w:top w:val="double" w:sz="4" w:space="0" w:color="auto"/>
              <w:bottom w:val="dashSmallGap" w:sz="4" w:space="0" w:color="auto"/>
            </w:tcBorders>
          </w:tcPr>
          <w:p w14:paraId="7B9B1E34" w14:textId="1D6E7325" w:rsidR="00C25B68" w:rsidRPr="00590021" w:rsidRDefault="00AD4C88" w:rsidP="00016F0C">
            <w:r w:rsidRPr="00AD4C88">
              <w:t xml:space="preserve">E&amp;A Ehitus ja Kaubandus OÜ </w:t>
            </w:r>
          </w:p>
        </w:tc>
      </w:tr>
      <w:tr w:rsidR="00C25B68" w:rsidRPr="00590021" w14:paraId="272C354A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A8435C" w14:textId="77777777"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67" w:type="dxa"/>
          </w:tcPr>
          <w:p w14:paraId="242D22A6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2970874" w14:textId="736D1184" w:rsidR="00C25B68" w:rsidRPr="00590021" w:rsidRDefault="00AD4C88" w:rsidP="00016F0C">
            <w:r w:rsidRPr="00AD4C88">
              <w:t>11652728</w:t>
            </w:r>
          </w:p>
        </w:tc>
      </w:tr>
      <w:tr w:rsidR="00C25B68" w:rsidRPr="00590021" w14:paraId="6472A255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052821" w14:textId="77777777" w:rsidR="00C25B68" w:rsidRPr="00590021" w:rsidRDefault="00AE2696" w:rsidP="00016F0C">
            <w:r w:rsidRPr="00AE2696">
              <w:t>Mõisa</w:t>
            </w:r>
            <w:r w:rsidR="00CE6D1D">
              <w:t>/3</w:t>
            </w:r>
            <w:r w:rsidRPr="00AE2696">
              <w:t>, Sagadi küla, Haljala vald</w:t>
            </w:r>
          </w:p>
        </w:tc>
        <w:tc>
          <w:tcPr>
            <w:tcW w:w="567" w:type="dxa"/>
          </w:tcPr>
          <w:p w14:paraId="6EE1686E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703A1F" w14:textId="4687A2F6" w:rsidR="00C25B68" w:rsidRPr="00590021" w:rsidRDefault="00105440" w:rsidP="00016F0C">
            <w:r w:rsidRPr="00105440">
              <w:t>Kauge tn 11/2 Viljandi linn 71016</w:t>
            </w:r>
          </w:p>
        </w:tc>
      </w:tr>
      <w:tr w:rsidR="00C25B68" w:rsidRPr="00590021" w14:paraId="4EFFB9CB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CA8660" w14:textId="77777777" w:rsidR="00C25B68" w:rsidRPr="00590021" w:rsidRDefault="00AE2696" w:rsidP="00016F0C">
            <w:r w:rsidRPr="00AE2696">
              <w:t>45403 Lääne-Viru maakond</w:t>
            </w:r>
          </w:p>
        </w:tc>
        <w:tc>
          <w:tcPr>
            <w:tcW w:w="567" w:type="dxa"/>
          </w:tcPr>
          <w:p w14:paraId="2091CF25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C46FBF" w14:textId="527D1CBD" w:rsidR="00C25B68" w:rsidRPr="00590021" w:rsidRDefault="00C25B68" w:rsidP="00016F0C">
            <w:r w:rsidRPr="00590021">
              <w:t xml:space="preserve">Tel </w:t>
            </w:r>
            <w:r w:rsidR="00105440" w:rsidRPr="00105440">
              <w:t xml:space="preserve">372 56653343 </w:t>
            </w:r>
          </w:p>
        </w:tc>
      </w:tr>
      <w:tr w:rsidR="00C25B68" w:rsidRPr="00590021" w14:paraId="40066B47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3877E8E" w14:textId="666A9945" w:rsidR="00C25B68" w:rsidRPr="00590021" w:rsidRDefault="00AE2696" w:rsidP="00016F0C">
            <w:r w:rsidRPr="00590021">
              <w:t xml:space="preserve">Tel </w:t>
            </w:r>
            <w:r w:rsidR="006E1AFE">
              <w:t>54004851</w:t>
            </w:r>
          </w:p>
        </w:tc>
        <w:tc>
          <w:tcPr>
            <w:tcW w:w="567" w:type="dxa"/>
          </w:tcPr>
          <w:p w14:paraId="400EF74F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3276DB" w14:textId="77777777" w:rsidR="00C25B68" w:rsidRPr="00590021" w:rsidRDefault="00C25B68" w:rsidP="00016F0C">
            <w:r w:rsidRPr="00590021">
              <w:t xml:space="preserve">Konto </w:t>
            </w:r>
            <w:r w:rsidRPr="00590021">
              <w:fldChar w:fldCharType="begin"/>
            </w:r>
            <w:r w:rsidRPr="00590021">
              <w:instrText>MACROBUTTON NoMacro [Arvelduskonto]</w:instrText>
            </w:r>
            <w:r w:rsidRPr="00590021">
              <w:fldChar w:fldCharType="end"/>
            </w:r>
          </w:p>
        </w:tc>
      </w:tr>
      <w:tr w:rsidR="00C25B68" w14:paraId="0E2052A3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4E53B7" w14:textId="77777777" w:rsidR="00C25B68" w:rsidRPr="00590021" w:rsidRDefault="00C25B68" w:rsidP="00016F0C"/>
        </w:tc>
        <w:tc>
          <w:tcPr>
            <w:tcW w:w="567" w:type="dxa"/>
          </w:tcPr>
          <w:p w14:paraId="44EE73EA" w14:textId="77777777" w:rsidR="00C25B68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E1A915" w14:textId="730B4219" w:rsidR="00C25B68" w:rsidRDefault="008C72D7" w:rsidP="00016F0C">
            <w:r w:rsidRPr="008C72D7">
              <w:t>A/a:EE511010220099964011</w:t>
            </w:r>
          </w:p>
        </w:tc>
      </w:tr>
    </w:tbl>
    <w:p w14:paraId="090F000C" w14:textId="77777777"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6D41BC">
      <w:headerReference w:type="default" r:id="rId11"/>
      <w:headerReference w:type="first" r:id="rId12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C9EA2" w14:textId="77777777" w:rsidR="006D41BC" w:rsidRDefault="006D41BC" w:rsidP="001B600D">
      <w:r>
        <w:separator/>
      </w:r>
    </w:p>
  </w:endnote>
  <w:endnote w:type="continuationSeparator" w:id="0">
    <w:p w14:paraId="5B9CE7F8" w14:textId="77777777" w:rsidR="006D41BC" w:rsidRDefault="006D41BC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37CD5" w14:textId="77777777" w:rsidR="006D41BC" w:rsidRDefault="006D41BC" w:rsidP="001B600D">
      <w:r>
        <w:separator/>
      </w:r>
    </w:p>
  </w:footnote>
  <w:footnote w:type="continuationSeparator" w:id="0">
    <w:p w14:paraId="78949809" w14:textId="77777777" w:rsidR="006D41BC" w:rsidRDefault="006D41BC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DA897" w14:textId="77777777" w:rsidR="000422A9" w:rsidRDefault="000422A9" w:rsidP="000422A9">
    <w:pPr>
      <w:pStyle w:val="Header"/>
    </w:pPr>
    <w:r>
      <w:t xml:space="preserve">                      </w:t>
    </w:r>
  </w:p>
  <w:p w14:paraId="40C9A72F" w14:textId="6492852D" w:rsidR="00AC7420" w:rsidRDefault="000422A9" w:rsidP="000422A9">
    <w:pPr>
      <w:pStyle w:val="Header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B0581C">
      <w:rPr>
        <w:noProof/>
      </w:rPr>
      <w:t>2</w:t>
    </w:r>
    <w:r w:rsidR="00AC7420">
      <w:fldChar w:fldCharType="end"/>
    </w:r>
  </w:p>
  <w:p w14:paraId="131F995B" w14:textId="77777777" w:rsidR="008C26E6" w:rsidRDefault="008C26E6" w:rsidP="00473AD7">
    <w:pPr>
      <w:pStyle w:val="ListParagraph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A6BD3" w14:textId="537C024C" w:rsidR="007E37AE" w:rsidRPr="0016014E" w:rsidRDefault="007E37AE" w:rsidP="007E37AE">
    <w:pPr>
      <w:pStyle w:val="Header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</w:t>
    </w:r>
    <w:r w:rsidRPr="00331B5F">
      <w:rPr>
        <w:b/>
        <w:color w:val="808080"/>
        <w:sz w:val="20"/>
        <w:szCs w:val="20"/>
      </w:rPr>
      <w:t xml:space="preserve">VORM </w:t>
    </w:r>
    <w:r>
      <w:rPr>
        <w:b/>
        <w:color w:val="808080"/>
        <w:sz w:val="20"/>
        <w:szCs w:val="20"/>
      </w:rPr>
      <w:tab/>
    </w:r>
    <w:r w:rsidRPr="00413C7B">
      <w:rPr>
        <w:rStyle w:val="PageNumber"/>
        <w:color w:val="808080"/>
        <w:sz w:val="20"/>
        <w:szCs w:val="20"/>
      </w:rPr>
      <w:fldChar w:fldCharType="begin"/>
    </w:r>
    <w:r w:rsidRPr="00413C7B">
      <w:rPr>
        <w:rStyle w:val="PageNumber"/>
        <w:color w:val="808080"/>
        <w:sz w:val="20"/>
        <w:szCs w:val="20"/>
      </w:rPr>
      <w:instrText xml:space="preserve"> PAGE </w:instrText>
    </w:r>
    <w:r w:rsidRPr="00413C7B">
      <w:rPr>
        <w:rStyle w:val="PageNumber"/>
        <w:color w:val="808080"/>
        <w:sz w:val="20"/>
        <w:szCs w:val="20"/>
      </w:rPr>
      <w:fldChar w:fldCharType="separate"/>
    </w:r>
    <w:r w:rsidR="00B0581C">
      <w:rPr>
        <w:rStyle w:val="PageNumber"/>
        <w:noProof/>
        <w:color w:val="808080"/>
        <w:sz w:val="20"/>
        <w:szCs w:val="20"/>
      </w:rPr>
      <w:t>1</w:t>
    </w:r>
    <w:r w:rsidRPr="00413C7B">
      <w:rPr>
        <w:rStyle w:val="Pag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14:paraId="13A754B9" w14:textId="77777777" w:rsidR="00067EF9" w:rsidRPr="00A46DB8" w:rsidRDefault="00067EF9">
    <w:pPr>
      <w:pStyle w:val="Head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53069"/>
    <w:multiLevelType w:val="multilevel"/>
    <w:tmpl w:val="3D9ABBEE"/>
    <w:lvl w:ilvl="0">
      <w:start w:val="7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425"/>
        </w:tabs>
        <w:ind w:left="141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DED7AB1"/>
    <w:multiLevelType w:val="multilevel"/>
    <w:tmpl w:val="D714B570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3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6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0195834">
    <w:abstractNumId w:val="4"/>
  </w:num>
  <w:num w:numId="2" w16cid:durableId="405032756">
    <w:abstractNumId w:val="3"/>
  </w:num>
  <w:num w:numId="3" w16cid:durableId="1285191603">
    <w:abstractNumId w:val="23"/>
  </w:num>
  <w:num w:numId="4" w16cid:durableId="228544245">
    <w:abstractNumId w:val="2"/>
  </w:num>
  <w:num w:numId="5" w16cid:durableId="963923710">
    <w:abstractNumId w:val="13"/>
  </w:num>
  <w:num w:numId="6" w16cid:durableId="1208681646">
    <w:abstractNumId w:val="6"/>
  </w:num>
  <w:num w:numId="7" w16cid:durableId="251356901">
    <w:abstractNumId w:val="26"/>
  </w:num>
  <w:num w:numId="8" w16cid:durableId="2065062461">
    <w:abstractNumId w:val="22"/>
  </w:num>
  <w:num w:numId="9" w16cid:durableId="1394419">
    <w:abstractNumId w:val="11"/>
  </w:num>
  <w:num w:numId="10" w16cid:durableId="1932614793">
    <w:abstractNumId w:val="12"/>
  </w:num>
  <w:num w:numId="11" w16cid:durableId="1745688768">
    <w:abstractNumId w:val="14"/>
  </w:num>
  <w:num w:numId="12" w16cid:durableId="1281304732">
    <w:abstractNumId w:val="24"/>
  </w:num>
  <w:num w:numId="13" w16cid:durableId="1523663121">
    <w:abstractNumId w:val="18"/>
  </w:num>
  <w:num w:numId="14" w16cid:durableId="1300452549">
    <w:abstractNumId w:val="19"/>
  </w:num>
  <w:num w:numId="15" w16cid:durableId="864370162">
    <w:abstractNumId w:val="25"/>
  </w:num>
  <w:num w:numId="16" w16cid:durableId="30539782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 w16cid:durableId="1066144129">
    <w:abstractNumId w:val="15"/>
  </w:num>
  <w:num w:numId="18" w16cid:durableId="1660038801">
    <w:abstractNumId w:val="21"/>
  </w:num>
  <w:num w:numId="19" w16cid:durableId="323239481">
    <w:abstractNumId w:val="0"/>
  </w:num>
  <w:num w:numId="20" w16cid:durableId="1674607917">
    <w:abstractNumId w:val="8"/>
  </w:num>
  <w:num w:numId="21" w16cid:durableId="1426730547">
    <w:abstractNumId w:val="1"/>
  </w:num>
  <w:num w:numId="22" w16cid:durableId="925648904">
    <w:abstractNumId w:val="7"/>
  </w:num>
  <w:num w:numId="23" w16cid:durableId="590703382">
    <w:abstractNumId w:val="5"/>
  </w:num>
  <w:num w:numId="24" w16cid:durableId="482622304">
    <w:abstractNumId w:val="9"/>
  </w:num>
  <w:num w:numId="25" w16cid:durableId="1273705475">
    <w:abstractNumId w:val="16"/>
  </w:num>
  <w:num w:numId="26" w16cid:durableId="2103643351">
    <w:abstractNumId w:val="17"/>
  </w:num>
  <w:num w:numId="27" w16cid:durableId="1491362517">
    <w:abstractNumId w:val="20"/>
  </w:num>
  <w:num w:numId="28" w16cid:durableId="9413016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490"/>
    <w:rsid w:val="00036B80"/>
    <w:rsid w:val="0004113E"/>
    <w:rsid w:val="000422A9"/>
    <w:rsid w:val="000435B4"/>
    <w:rsid w:val="0004385A"/>
    <w:rsid w:val="00045BAE"/>
    <w:rsid w:val="0005270D"/>
    <w:rsid w:val="00053616"/>
    <w:rsid w:val="0006217E"/>
    <w:rsid w:val="0006393C"/>
    <w:rsid w:val="0006509D"/>
    <w:rsid w:val="00067EF9"/>
    <w:rsid w:val="000761D0"/>
    <w:rsid w:val="00084163"/>
    <w:rsid w:val="00084272"/>
    <w:rsid w:val="00096AE8"/>
    <w:rsid w:val="000A183C"/>
    <w:rsid w:val="000A4A35"/>
    <w:rsid w:val="000B0B6C"/>
    <w:rsid w:val="000C02BF"/>
    <w:rsid w:val="000D049D"/>
    <w:rsid w:val="000D17C9"/>
    <w:rsid w:val="000D4F6D"/>
    <w:rsid w:val="000E1865"/>
    <w:rsid w:val="000E4006"/>
    <w:rsid w:val="000E5B2E"/>
    <w:rsid w:val="000F0B58"/>
    <w:rsid w:val="000F235F"/>
    <w:rsid w:val="000F64D5"/>
    <w:rsid w:val="001026E9"/>
    <w:rsid w:val="00102ABF"/>
    <w:rsid w:val="001035F9"/>
    <w:rsid w:val="00103F00"/>
    <w:rsid w:val="00105440"/>
    <w:rsid w:val="0011386C"/>
    <w:rsid w:val="00116F1C"/>
    <w:rsid w:val="001257BD"/>
    <w:rsid w:val="00136C33"/>
    <w:rsid w:val="00150C37"/>
    <w:rsid w:val="001636E0"/>
    <w:rsid w:val="00163839"/>
    <w:rsid w:val="00167450"/>
    <w:rsid w:val="001734D8"/>
    <w:rsid w:val="0018303C"/>
    <w:rsid w:val="0019260F"/>
    <w:rsid w:val="001A0FBA"/>
    <w:rsid w:val="001A6F35"/>
    <w:rsid w:val="001B3AFF"/>
    <w:rsid w:val="001B50C3"/>
    <w:rsid w:val="001B600D"/>
    <w:rsid w:val="001C7E90"/>
    <w:rsid w:val="001D3FC2"/>
    <w:rsid w:val="001E0099"/>
    <w:rsid w:val="001E6CED"/>
    <w:rsid w:val="001E7D03"/>
    <w:rsid w:val="001F5D1D"/>
    <w:rsid w:val="001F5DF1"/>
    <w:rsid w:val="00205BCE"/>
    <w:rsid w:val="002114A9"/>
    <w:rsid w:val="00213E45"/>
    <w:rsid w:val="00221B8A"/>
    <w:rsid w:val="00223AF7"/>
    <w:rsid w:val="00232FD6"/>
    <w:rsid w:val="00233CB1"/>
    <w:rsid w:val="0025669A"/>
    <w:rsid w:val="00265946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2F7E6A"/>
    <w:rsid w:val="003001D6"/>
    <w:rsid w:val="003003F4"/>
    <w:rsid w:val="00305240"/>
    <w:rsid w:val="00313856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847C2"/>
    <w:rsid w:val="00387ADD"/>
    <w:rsid w:val="003A0111"/>
    <w:rsid w:val="003A0AC1"/>
    <w:rsid w:val="003C54FF"/>
    <w:rsid w:val="003C5D44"/>
    <w:rsid w:val="003D006B"/>
    <w:rsid w:val="003D1E54"/>
    <w:rsid w:val="003D33F7"/>
    <w:rsid w:val="003E3B18"/>
    <w:rsid w:val="003E648E"/>
    <w:rsid w:val="003E6837"/>
    <w:rsid w:val="003E7BAB"/>
    <w:rsid w:val="003F1152"/>
    <w:rsid w:val="003F14F4"/>
    <w:rsid w:val="003F2F14"/>
    <w:rsid w:val="003F5028"/>
    <w:rsid w:val="0040157F"/>
    <w:rsid w:val="0040677A"/>
    <w:rsid w:val="00407139"/>
    <w:rsid w:val="00424151"/>
    <w:rsid w:val="00434E15"/>
    <w:rsid w:val="00442628"/>
    <w:rsid w:val="0044482F"/>
    <w:rsid w:val="00444C6E"/>
    <w:rsid w:val="00457E0C"/>
    <w:rsid w:val="004676FD"/>
    <w:rsid w:val="00472146"/>
    <w:rsid w:val="00473AD7"/>
    <w:rsid w:val="00473EB8"/>
    <w:rsid w:val="00474584"/>
    <w:rsid w:val="0048198C"/>
    <w:rsid w:val="00482E6B"/>
    <w:rsid w:val="00483955"/>
    <w:rsid w:val="004A3543"/>
    <w:rsid w:val="004A6D7B"/>
    <w:rsid w:val="004B1A48"/>
    <w:rsid w:val="004B2FD0"/>
    <w:rsid w:val="004B43C7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4D80"/>
    <w:rsid w:val="00566020"/>
    <w:rsid w:val="00590021"/>
    <w:rsid w:val="005924F6"/>
    <w:rsid w:val="00592D02"/>
    <w:rsid w:val="00597CCC"/>
    <w:rsid w:val="005A46CF"/>
    <w:rsid w:val="005A667B"/>
    <w:rsid w:val="005A73C8"/>
    <w:rsid w:val="005C54CD"/>
    <w:rsid w:val="005D09C9"/>
    <w:rsid w:val="005D0B95"/>
    <w:rsid w:val="005E1AD8"/>
    <w:rsid w:val="005E2240"/>
    <w:rsid w:val="005E3206"/>
    <w:rsid w:val="005E7B48"/>
    <w:rsid w:val="005F20FC"/>
    <w:rsid w:val="005F2E86"/>
    <w:rsid w:val="005F698B"/>
    <w:rsid w:val="006158FA"/>
    <w:rsid w:val="006204B7"/>
    <w:rsid w:val="006357A6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A4DB2"/>
    <w:rsid w:val="006A709A"/>
    <w:rsid w:val="006B416D"/>
    <w:rsid w:val="006B6D38"/>
    <w:rsid w:val="006C6BDB"/>
    <w:rsid w:val="006D3E29"/>
    <w:rsid w:val="006D41BC"/>
    <w:rsid w:val="006E1AFE"/>
    <w:rsid w:val="006E2224"/>
    <w:rsid w:val="006E747F"/>
    <w:rsid w:val="006F0157"/>
    <w:rsid w:val="006F4148"/>
    <w:rsid w:val="006F49E4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76049"/>
    <w:rsid w:val="007A4A6F"/>
    <w:rsid w:val="007B2B57"/>
    <w:rsid w:val="007B39F2"/>
    <w:rsid w:val="007B6333"/>
    <w:rsid w:val="007B7110"/>
    <w:rsid w:val="007C1BF0"/>
    <w:rsid w:val="007C3C1F"/>
    <w:rsid w:val="007C4C8F"/>
    <w:rsid w:val="007D43B5"/>
    <w:rsid w:val="007E2BAE"/>
    <w:rsid w:val="007E37AE"/>
    <w:rsid w:val="007E42E6"/>
    <w:rsid w:val="007F0AF6"/>
    <w:rsid w:val="007F3562"/>
    <w:rsid w:val="0080103D"/>
    <w:rsid w:val="00805054"/>
    <w:rsid w:val="00810BB1"/>
    <w:rsid w:val="00811211"/>
    <w:rsid w:val="00811379"/>
    <w:rsid w:val="00824CBA"/>
    <w:rsid w:val="00825249"/>
    <w:rsid w:val="008346FD"/>
    <w:rsid w:val="00844C90"/>
    <w:rsid w:val="00845A2D"/>
    <w:rsid w:val="00846D33"/>
    <w:rsid w:val="00853A0D"/>
    <w:rsid w:val="00857C6C"/>
    <w:rsid w:val="00872E3B"/>
    <w:rsid w:val="008774B1"/>
    <w:rsid w:val="00895296"/>
    <w:rsid w:val="008A1C33"/>
    <w:rsid w:val="008B5DC8"/>
    <w:rsid w:val="008B72F1"/>
    <w:rsid w:val="008C26E6"/>
    <w:rsid w:val="008C72D7"/>
    <w:rsid w:val="008C7744"/>
    <w:rsid w:val="008F0B72"/>
    <w:rsid w:val="008F27DC"/>
    <w:rsid w:val="008F76D0"/>
    <w:rsid w:val="0091069E"/>
    <w:rsid w:val="00917C3E"/>
    <w:rsid w:val="00930615"/>
    <w:rsid w:val="00942AFC"/>
    <w:rsid w:val="00950375"/>
    <w:rsid w:val="00951565"/>
    <w:rsid w:val="00951D0E"/>
    <w:rsid w:val="0095426F"/>
    <w:rsid w:val="009568C1"/>
    <w:rsid w:val="009663EA"/>
    <w:rsid w:val="00985B0F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176DB"/>
    <w:rsid w:val="00A26C86"/>
    <w:rsid w:val="00A31E20"/>
    <w:rsid w:val="00A32DE4"/>
    <w:rsid w:val="00A35A45"/>
    <w:rsid w:val="00A42C94"/>
    <w:rsid w:val="00A46DB8"/>
    <w:rsid w:val="00A51261"/>
    <w:rsid w:val="00A51C77"/>
    <w:rsid w:val="00A52458"/>
    <w:rsid w:val="00A52EB4"/>
    <w:rsid w:val="00A60A89"/>
    <w:rsid w:val="00A77431"/>
    <w:rsid w:val="00A913B3"/>
    <w:rsid w:val="00AA36B0"/>
    <w:rsid w:val="00AA5341"/>
    <w:rsid w:val="00AB0003"/>
    <w:rsid w:val="00AB20AD"/>
    <w:rsid w:val="00AB3F10"/>
    <w:rsid w:val="00AB74FD"/>
    <w:rsid w:val="00AC7420"/>
    <w:rsid w:val="00AD0E27"/>
    <w:rsid w:val="00AD4C88"/>
    <w:rsid w:val="00AE2696"/>
    <w:rsid w:val="00B0503F"/>
    <w:rsid w:val="00B0581C"/>
    <w:rsid w:val="00B22810"/>
    <w:rsid w:val="00B26585"/>
    <w:rsid w:val="00B26CD5"/>
    <w:rsid w:val="00B30247"/>
    <w:rsid w:val="00B323CF"/>
    <w:rsid w:val="00B37C14"/>
    <w:rsid w:val="00B60F1B"/>
    <w:rsid w:val="00B61F70"/>
    <w:rsid w:val="00B676DC"/>
    <w:rsid w:val="00B87CD3"/>
    <w:rsid w:val="00B87DD5"/>
    <w:rsid w:val="00B94663"/>
    <w:rsid w:val="00B957F8"/>
    <w:rsid w:val="00BA3D2A"/>
    <w:rsid w:val="00BA5A7C"/>
    <w:rsid w:val="00BB51DC"/>
    <w:rsid w:val="00BB6809"/>
    <w:rsid w:val="00BC0D0B"/>
    <w:rsid w:val="00BC1552"/>
    <w:rsid w:val="00BE55BA"/>
    <w:rsid w:val="00BF766C"/>
    <w:rsid w:val="00C049BD"/>
    <w:rsid w:val="00C06C2F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A4774"/>
    <w:rsid w:val="00CB05AC"/>
    <w:rsid w:val="00CB1DE5"/>
    <w:rsid w:val="00CB37F6"/>
    <w:rsid w:val="00CC3C03"/>
    <w:rsid w:val="00CD57DD"/>
    <w:rsid w:val="00CD5B4C"/>
    <w:rsid w:val="00CE017D"/>
    <w:rsid w:val="00CE5513"/>
    <w:rsid w:val="00CE6D1D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190F"/>
    <w:rsid w:val="00D4202F"/>
    <w:rsid w:val="00D4388C"/>
    <w:rsid w:val="00D44C43"/>
    <w:rsid w:val="00D72D15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1DFE"/>
    <w:rsid w:val="00E169F4"/>
    <w:rsid w:val="00E26C2A"/>
    <w:rsid w:val="00E36F5B"/>
    <w:rsid w:val="00E40034"/>
    <w:rsid w:val="00E42E35"/>
    <w:rsid w:val="00E517E1"/>
    <w:rsid w:val="00E54EE4"/>
    <w:rsid w:val="00E64B48"/>
    <w:rsid w:val="00E67FD8"/>
    <w:rsid w:val="00E762D2"/>
    <w:rsid w:val="00E834B3"/>
    <w:rsid w:val="00E83EBB"/>
    <w:rsid w:val="00E93F9B"/>
    <w:rsid w:val="00EB37F8"/>
    <w:rsid w:val="00EB7034"/>
    <w:rsid w:val="00ED1DD3"/>
    <w:rsid w:val="00ED5056"/>
    <w:rsid w:val="00EE1D3D"/>
    <w:rsid w:val="00EE230D"/>
    <w:rsid w:val="00EE6A8D"/>
    <w:rsid w:val="00EF468E"/>
    <w:rsid w:val="00EF6F96"/>
    <w:rsid w:val="00F11F08"/>
    <w:rsid w:val="00F165A9"/>
    <w:rsid w:val="00F22E11"/>
    <w:rsid w:val="00F23365"/>
    <w:rsid w:val="00F23670"/>
    <w:rsid w:val="00F25F8B"/>
    <w:rsid w:val="00F30619"/>
    <w:rsid w:val="00F307B0"/>
    <w:rsid w:val="00F3086C"/>
    <w:rsid w:val="00F3252E"/>
    <w:rsid w:val="00F459B2"/>
    <w:rsid w:val="00F54986"/>
    <w:rsid w:val="00F70BFF"/>
    <w:rsid w:val="00F95D3E"/>
    <w:rsid w:val="00FB0380"/>
    <w:rsid w:val="00FC120D"/>
    <w:rsid w:val="00FC69F0"/>
    <w:rsid w:val="00FD067B"/>
    <w:rsid w:val="00FD22E9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A74DEA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lang w:eastAsia="en-US"/>
    </w:rPr>
  </w:style>
  <w:style w:type="paragraph" w:styleId="BodyTextIndent">
    <w:name w:val="Body Text Indent"/>
    <w:basedOn w:val="Normal"/>
    <w:pPr>
      <w:ind w:left="720"/>
      <w:jc w:val="both"/>
    </w:pPr>
  </w:style>
  <w:style w:type="paragraph" w:styleId="BodyText2">
    <w:name w:val="Body Text 2"/>
    <w:basedOn w:val="Normal"/>
    <w:pPr>
      <w:jc w:val="both"/>
    </w:pPr>
    <w:rPr>
      <w:sz w:val="22"/>
    </w:rPr>
  </w:style>
  <w:style w:type="paragraph" w:styleId="BodyTextIndent2">
    <w:name w:val="Body Text Indent 2"/>
    <w:basedOn w:val="Normal"/>
    <w:pPr>
      <w:ind w:left="720"/>
      <w:jc w:val="both"/>
    </w:pPr>
    <w:rPr>
      <w:sz w:val="20"/>
    </w:rPr>
  </w:style>
  <w:style w:type="paragraph" w:styleId="BodyTextIndent3">
    <w:name w:val="Body Text Indent 3"/>
    <w:basedOn w:val="Normal"/>
    <w:pPr>
      <w:ind w:left="720"/>
      <w:jc w:val="both"/>
    </w:pPr>
    <w:rPr>
      <w:sz w:val="18"/>
    </w:rPr>
  </w:style>
  <w:style w:type="character" w:styleId="Hyperlink">
    <w:name w:val="Hyperlink"/>
    <w:rsid w:val="00990625"/>
    <w:rPr>
      <w:color w:val="0000FF"/>
      <w:u w:val="single"/>
    </w:rPr>
  </w:style>
  <w:style w:type="character" w:styleId="Strong">
    <w:name w:val="Strong"/>
    <w:qFormat/>
    <w:rsid w:val="00084272"/>
    <w:rPr>
      <w:b/>
      <w:bCs/>
    </w:rPr>
  </w:style>
  <w:style w:type="table" w:styleId="TableGrid">
    <w:name w:val="Table Grid"/>
    <w:basedOn w:val="TableNorma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53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5357D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A1592F"/>
    <w:pPr>
      <w:jc w:val="center"/>
    </w:pPr>
    <w:rPr>
      <w:b/>
      <w:bCs/>
      <w:lang w:eastAsia="en-US"/>
    </w:rPr>
  </w:style>
  <w:style w:type="character" w:customStyle="1" w:styleId="TitleChar">
    <w:name w:val="Title Char"/>
    <w:link w:val="Title"/>
    <w:rsid w:val="00A1592F"/>
    <w:rPr>
      <w:b/>
      <w:bCs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B600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B600D"/>
    <w:rPr>
      <w:sz w:val="24"/>
      <w:szCs w:val="24"/>
    </w:rPr>
  </w:style>
  <w:style w:type="paragraph" w:styleId="Footer">
    <w:name w:val="footer"/>
    <w:basedOn w:val="Normal"/>
    <w:link w:val="FooterChar"/>
    <w:rsid w:val="001B60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1B600D"/>
    <w:rPr>
      <w:sz w:val="24"/>
      <w:szCs w:val="24"/>
    </w:rPr>
  </w:style>
  <w:style w:type="character" w:styleId="PageNumber">
    <w:name w:val="page number"/>
    <w:rsid w:val="001B600D"/>
  </w:style>
  <w:style w:type="paragraph" w:styleId="ListParagraph">
    <w:name w:val="List Paragraph"/>
    <w:basedOn w:val="Normal"/>
    <w:qFormat/>
    <w:rsid w:val="002C277C"/>
    <w:pPr>
      <w:ind w:left="708"/>
    </w:pPr>
  </w:style>
  <w:style w:type="character" w:customStyle="1" w:styleId="Heading3Char">
    <w:name w:val="Heading 3 Char"/>
    <w:link w:val="Heading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6Char">
    <w:name w:val="Heading 6 Char"/>
    <w:link w:val="Heading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CommentReference">
    <w:name w:val="annotation reference"/>
    <w:rsid w:val="00B37C1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7C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37C14"/>
  </w:style>
  <w:style w:type="paragraph" w:styleId="CommentSubject">
    <w:name w:val="annotation subject"/>
    <w:basedOn w:val="CommentText"/>
    <w:next w:val="CommentText"/>
    <w:link w:val="CommentSubjectChar"/>
    <w:rsid w:val="00B37C14"/>
    <w:rPr>
      <w:b/>
      <w:bCs/>
    </w:rPr>
  </w:style>
  <w:style w:type="character" w:customStyle="1" w:styleId="CommentSubjectChar">
    <w:name w:val="Comment Subject Char"/>
    <w:link w:val="CommentSubject"/>
    <w:rsid w:val="00B37C14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paragraph" w:styleId="Revision">
    <w:name w:val="Revision"/>
    <w:hidden/>
    <w:uiPriority w:val="99"/>
    <w:semiHidden/>
    <w:rsid w:val="00A176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B9E17FA1F0E40BD98925BE104FA7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39289-9DDC-4A16-BD1B-442C2E95731E}"/>
      </w:docPartPr>
      <w:docPartBody>
        <w:p w:rsidR="00DB3F8E" w:rsidRDefault="00A94724" w:rsidP="00A94724">
          <w:pPr>
            <w:pStyle w:val="9B9E17FA1F0E40BD98925BE104FA73FD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2D39B94532424308AD4E5B384C8977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6D1DD4-39C9-406E-940D-A00A60F37D71}"/>
      </w:docPartPr>
      <w:docPartBody>
        <w:p w:rsidR="00790949" w:rsidRDefault="00D41738" w:rsidP="00D41738">
          <w:pPr>
            <w:pStyle w:val="2D39B94532424308AD4E5B384C89777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827CB89695E4CCFB813F820E6886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9554F-AA9C-4685-8FF7-F0062B4C9A59}"/>
      </w:docPartPr>
      <w:docPartBody>
        <w:p w:rsidR="00790949" w:rsidRDefault="00D41738" w:rsidP="00D41738">
          <w:pPr>
            <w:pStyle w:val="3827CB89695E4CCFB813F820E6886A43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724"/>
    <w:rsid w:val="00592FDF"/>
    <w:rsid w:val="00790949"/>
    <w:rsid w:val="007D6F22"/>
    <w:rsid w:val="00A51F15"/>
    <w:rsid w:val="00A94724"/>
    <w:rsid w:val="00BC0ADA"/>
    <w:rsid w:val="00D41738"/>
    <w:rsid w:val="00DB3F8E"/>
    <w:rsid w:val="00EB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1738"/>
    <w:rPr>
      <w:color w:val="808080"/>
    </w:rPr>
  </w:style>
  <w:style w:type="paragraph" w:customStyle="1" w:styleId="9B9E17FA1F0E40BD98925BE104FA73FD">
    <w:name w:val="9B9E17FA1F0E40BD98925BE104FA73FD"/>
    <w:rsid w:val="00A94724"/>
  </w:style>
  <w:style w:type="paragraph" w:customStyle="1" w:styleId="2D39B94532424308AD4E5B384C897776">
    <w:name w:val="2D39B94532424308AD4E5B384C897776"/>
    <w:rsid w:val="00D41738"/>
    <w:rPr>
      <w:kern w:val="2"/>
      <w14:ligatures w14:val="standardContextual"/>
    </w:rPr>
  </w:style>
  <w:style w:type="paragraph" w:customStyle="1" w:styleId="3827CB89695E4CCFB813F820E6886A43">
    <w:name w:val="3827CB89695E4CCFB813F820E6886A43"/>
    <w:rsid w:val="00D4173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4" ma:contentTypeDescription="Create a new document." ma:contentTypeScope="" ma:versionID="73ff12f0b4475a0318a168fd69ce8189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fda1bd3939141c45814369452f4f7ae4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Props1.xml><?xml version="1.0" encoding="utf-8"?>
<ds:datastoreItem xmlns:ds="http://schemas.openxmlformats.org/officeDocument/2006/customXml" ds:itemID="{62B733A8-ED63-4541-8E3A-7FD5CFE6A1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34478D-BC96-45A6-A2B9-2E6B59C48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3F2F8C-E5E0-4BB6-AD6A-F185BE6397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765BB6-FCD4-4C27-B59A-E27401EC4F55}">
  <ds:schemaRefs>
    <ds:schemaRef ds:uri="http://schemas.microsoft.com/office/2006/metadata/properties"/>
    <ds:schemaRef ds:uri="http://schemas.microsoft.com/office/infopath/2007/PartnerControls"/>
    <ds:schemaRef ds:uri="ad8159d5-3832-492c-8b12-f4b734a8b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leping.dotx</Template>
  <TotalTime>2</TotalTime>
  <Pages>5</Pages>
  <Words>1690</Words>
  <Characters>9808</Characters>
  <Application>Microsoft Office Word</Application>
  <DocSecurity>0</DocSecurity>
  <Lines>81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Eldur Kalmann</cp:lastModifiedBy>
  <cp:revision>3</cp:revision>
  <cp:lastPrinted>2013-03-12T11:00:00Z</cp:lastPrinted>
  <dcterms:created xsi:type="dcterms:W3CDTF">2024-04-25T12:43:00Z</dcterms:created>
  <dcterms:modified xsi:type="dcterms:W3CDTF">2024-04-25T12:44:00Z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